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Pr="00C03643" w:rsidRDefault="00EB46E5" w:rsidP="00EB46E5">
      <w:pPr>
        <w:pStyle w:val="Titul2"/>
      </w:pPr>
      <w:r w:rsidRPr="00C03643">
        <w:t>Zhotovení stavby</w:t>
      </w:r>
      <w:r w:rsidR="0035531B" w:rsidRPr="00C03643">
        <w:t xml:space="preserve"> </w:t>
      </w:r>
    </w:p>
    <w:p w14:paraId="0938656A" w14:textId="0AAA33B9" w:rsidR="0035531B" w:rsidRDefault="0035531B" w:rsidP="00EB46E5">
      <w:pPr>
        <w:pStyle w:val="Titul2"/>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5A327CF0" w14:textId="77777777" w:rsidR="001A3057" w:rsidRDefault="001A3057" w:rsidP="00CA0AA1">
      <w:pPr>
        <w:pStyle w:val="Text1-1"/>
        <w:numPr>
          <w:ilvl w:val="0"/>
          <w:numId w:val="0"/>
        </w:numPr>
        <w:tabs>
          <w:tab w:val="left" w:pos="708"/>
        </w:tabs>
        <w:ind w:left="737" w:hanging="737"/>
      </w:pPr>
    </w:p>
    <w:p w14:paraId="6FD568D5" w14:textId="61CA4CE5" w:rsidR="00CA0AA1" w:rsidRPr="003D03A4" w:rsidRDefault="00CA0AA1" w:rsidP="00CA0AA1">
      <w:pPr>
        <w:pStyle w:val="Text1-1"/>
        <w:numPr>
          <w:ilvl w:val="0"/>
          <w:numId w:val="0"/>
        </w:numPr>
        <w:tabs>
          <w:tab w:val="left" w:pos="708"/>
        </w:tabs>
        <w:ind w:left="737" w:hanging="737"/>
      </w:pPr>
      <w:r>
        <w:t xml:space="preserve">Č.j. </w:t>
      </w:r>
      <w:r w:rsidR="00490C7A">
        <w:t>13158</w:t>
      </w:r>
      <w:r w:rsidR="00362374" w:rsidRPr="003D03A4">
        <w:t>/2025-SŽ-SSZ-OVZ</w:t>
      </w:r>
    </w:p>
    <w:p w14:paraId="560D20AA" w14:textId="77777777" w:rsidR="001A3057" w:rsidRDefault="001A3057" w:rsidP="002B267F">
      <w:pPr>
        <w:spacing w:after="0"/>
        <w:rPr>
          <w:i/>
          <w:color w:val="FF0000"/>
        </w:rPr>
      </w:pPr>
    </w:p>
    <w:p w14:paraId="498D5FB5" w14:textId="77777777" w:rsidR="00C03643" w:rsidRDefault="00C03643" w:rsidP="002B267F">
      <w:pPr>
        <w:spacing w:after="0"/>
        <w:rPr>
          <w:i/>
          <w:color w:val="FF0000"/>
        </w:rPr>
      </w:pPr>
    </w:p>
    <w:p w14:paraId="69EC6BEE" w14:textId="77777777" w:rsidR="00C03643" w:rsidRDefault="00C03643" w:rsidP="002B267F">
      <w:pPr>
        <w:spacing w:after="0"/>
        <w:rPr>
          <w:i/>
          <w:color w:val="FF0000"/>
        </w:rPr>
      </w:pPr>
    </w:p>
    <w:p w14:paraId="3B67E1B4" w14:textId="77777777" w:rsidR="00C03643" w:rsidRDefault="00C03643" w:rsidP="002B267F">
      <w:pPr>
        <w:spacing w:after="0"/>
        <w:rPr>
          <w:i/>
          <w:color w:val="FF0000"/>
        </w:rPr>
      </w:pPr>
    </w:p>
    <w:p w14:paraId="16105EAB" w14:textId="77777777" w:rsidR="00C03643" w:rsidRDefault="00C03643" w:rsidP="002B267F">
      <w:pPr>
        <w:spacing w:after="0"/>
        <w:rPr>
          <w:i/>
          <w:color w:val="FF0000"/>
        </w:rPr>
      </w:pPr>
    </w:p>
    <w:p w14:paraId="361FAC09" w14:textId="77777777" w:rsidR="00C03643" w:rsidRDefault="00C03643" w:rsidP="002B267F">
      <w:pPr>
        <w:spacing w:after="0"/>
        <w:rPr>
          <w:i/>
          <w:color w:val="FF0000"/>
        </w:rPr>
      </w:pPr>
    </w:p>
    <w:p w14:paraId="3D3B92A6" w14:textId="77777777" w:rsidR="00C03643" w:rsidRDefault="00C03643" w:rsidP="002B267F">
      <w:pPr>
        <w:spacing w:after="0"/>
        <w:rPr>
          <w:i/>
          <w:color w:val="FF0000"/>
        </w:rPr>
      </w:pPr>
    </w:p>
    <w:p w14:paraId="0E710B6D" w14:textId="77777777" w:rsidR="00C03643" w:rsidRDefault="00C03643" w:rsidP="002B267F">
      <w:pPr>
        <w:spacing w:after="0"/>
        <w:rPr>
          <w:i/>
          <w:color w:val="FF0000"/>
        </w:rPr>
      </w:pPr>
    </w:p>
    <w:p w14:paraId="4653C13F" w14:textId="77777777" w:rsidR="00C03643" w:rsidRDefault="00C03643" w:rsidP="002B267F">
      <w:pPr>
        <w:spacing w:after="0"/>
        <w:rPr>
          <w:i/>
          <w:color w:val="FF0000"/>
        </w:rPr>
      </w:pPr>
    </w:p>
    <w:p w14:paraId="4B273724" w14:textId="77777777" w:rsidR="00C03643" w:rsidRDefault="00C03643" w:rsidP="002B267F">
      <w:pPr>
        <w:spacing w:after="0"/>
        <w:rPr>
          <w:i/>
          <w:color w:val="FF0000"/>
        </w:rPr>
      </w:pPr>
    </w:p>
    <w:p w14:paraId="2652680F" w14:textId="77777777" w:rsidR="00C03643" w:rsidRDefault="00C03643" w:rsidP="002B267F">
      <w:pPr>
        <w:spacing w:after="0"/>
        <w:rPr>
          <w:i/>
          <w:color w:val="FF0000"/>
        </w:rPr>
      </w:pPr>
    </w:p>
    <w:p w14:paraId="313337A9" w14:textId="77777777" w:rsidR="00C03643" w:rsidRDefault="00C03643" w:rsidP="002B267F">
      <w:pPr>
        <w:spacing w:after="0"/>
        <w:rPr>
          <w:i/>
          <w:color w:val="FF0000"/>
        </w:rPr>
      </w:pPr>
    </w:p>
    <w:p w14:paraId="1C9B95A9" w14:textId="77777777" w:rsidR="00C03643" w:rsidRDefault="00C03643" w:rsidP="002B267F">
      <w:pPr>
        <w:spacing w:after="0"/>
        <w:rPr>
          <w:i/>
          <w:color w:val="FF0000"/>
        </w:rPr>
      </w:pPr>
    </w:p>
    <w:p w14:paraId="1DD4479D" w14:textId="77777777" w:rsidR="00C03643" w:rsidRDefault="00C03643" w:rsidP="002B267F">
      <w:pPr>
        <w:spacing w:after="0"/>
        <w:rPr>
          <w:i/>
          <w:color w:val="FF0000"/>
        </w:rPr>
      </w:pPr>
    </w:p>
    <w:p w14:paraId="76FBED3D" w14:textId="77777777" w:rsidR="00C03643" w:rsidRDefault="00C03643" w:rsidP="002B267F">
      <w:pPr>
        <w:spacing w:after="0"/>
        <w:rPr>
          <w:i/>
          <w:color w:val="FF0000"/>
        </w:rPr>
      </w:pPr>
    </w:p>
    <w:p w14:paraId="77807353" w14:textId="77777777" w:rsidR="00C03643" w:rsidRDefault="00C03643" w:rsidP="002B267F">
      <w:pPr>
        <w:spacing w:after="0"/>
        <w:rPr>
          <w:i/>
          <w:color w:val="FF0000"/>
        </w:rPr>
      </w:pPr>
    </w:p>
    <w:p w14:paraId="2CB432AC" w14:textId="77777777" w:rsidR="00C03643" w:rsidRDefault="00C03643" w:rsidP="002B267F">
      <w:pPr>
        <w:spacing w:after="0"/>
        <w:rPr>
          <w:i/>
          <w:color w:val="FF0000"/>
        </w:rPr>
      </w:pPr>
    </w:p>
    <w:p w14:paraId="1FF3F59E" w14:textId="77777777" w:rsidR="00C03643" w:rsidRDefault="00C03643"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38AE4F67" w:rsidR="00543E03" w:rsidRDefault="00543E03" w:rsidP="00FE4333">
      <w:pPr>
        <w:pStyle w:val="Nadpisbezsl1-1"/>
      </w:pPr>
      <w:r>
        <w:rPr>
          <w:color w:val="FF0000"/>
        </w:rPr>
        <w:lastRenderedPageBreak/>
        <w:br w:type="textWrapping" w:clear="all"/>
      </w:r>
    </w:p>
    <w:p w14:paraId="3395771B" w14:textId="018BDA96" w:rsidR="00BD7E91" w:rsidRDefault="00BD7E91" w:rsidP="00FE4333">
      <w:pPr>
        <w:pStyle w:val="Nadpisbezsl1-1"/>
      </w:pPr>
      <w:r>
        <w:t>Obsah</w:t>
      </w:r>
      <w:r w:rsidR="00887F36">
        <w:t xml:space="preserve"> </w:t>
      </w:r>
    </w:p>
    <w:p w14:paraId="079A6BF2" w14:textId="4600E16D" w:rsidR="00490C7A"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3466104" w:history="1">
        <w:r w:rsidR="00490C7A" w:rsidRPr="00E6329E">
          <w:rPr>
            <w:rStyle w:val="Hypertextovodkaz"/>
          </w:rPr>
          <w:t>1.</w:t>
        </w:r>
        <w:r w:rsidR="00490C7A">
          <w:rPr>
            <w:rFonts w:eastAsiaTheme="minorEastAsia"/>
            <w:caps w:val="0"/>
            <w:noProof/>
            <w:kern w:val="2"/>
            <w:sz w:val="24"/>
            <w:szCs w:val="24"/>
            <w:lang w:eastAsia="cs-CZ"/>
            <w14:ligatures w14:val="standardContextual"/>
          </w:rPr>
          <w:tab/>
        </w:r>
        <w:r w:rsidR="00490C7A" w:rsidRPr="00E6329E">
          <w:rPr>
            <w:rStyle w:val="Hypertextovodkaz"/>
          </w:rPr>
          <w:t>ÚVODNÍ USTANOVENÍ</w:t>
        </w:r>
        <w:r w:rsidR="00490C7A">
          <w:rPr>
            <w:noProof/>
            <w:webHidden/>
          </w:rPr>
          <w:tab/>
        </w:r>
        <w:r w:rsidR="00490C7A">
          <w:rPr>
            <w:noProof/>
            <w:webHidden/>
          </w:rPr>
          <w:fldChar w:fldCharType="begin"/>
        </w:r>
        <w:r w:rsidR="00490C7A">
          <w:rPr>
            <w:noProof/>
            <w:webHidden/>
          </w:rPr>
          <w:instrText xml:space="preserve"> PAGEREF _Toc203466104 \h </w:instrText>
        </w:r>
        <w:r w:rsidR="00490C7A">
          <w:rPr>
            <w:noProof/>
            <w:webHidden/>
          </w:rPr>
        </w:r>
        <w:r w:rsidR="00490C7A">
          <w:rPr>
            <w:noProof/>
            <w:webHidden/>
          </w:rPr>
          <w:fldChar w:fldCharType="separate"/>
        </w:r>
        <w:r w:rsidR="00004413">
          <w:rPr>
            <w:noProof/>
            <w:webHidden/>
          </w:rPr>
          <w:t>3</w:t>
        </w:r>
        <w:r w:rsidR="00490C7A">
          <w:rPr>
            <w:noProof/>
            <w:webHidden/>
          </w:rPr>
          <w:fldChar w:fldCharType="end"/>
        </w:r>
      </w:hyperlink>
    </w:p>
    <w:p w14:paraId="4A2BC934" w14:textId="1E560D89" w:rsidR="00490C7A" w:rsidRDefault="00490C7A">
      <w:pPr>
        <w:pStyle w:val="Obsah1"/>
        <w:rPr>
          <w:rFonts w:eastAsiaTheme="minorEastAsia"/>
          <w:caps w:val="0"/>
          <w:noProof/>
          <w:kern w:val="2"/>
          <w:sz w:val="24"/>
          <w:szCs w:val="24"/>
          <w:lang w:eastAsia="cs-CZ"/>
          <w14:ligatures w14:val="standardContextual"/>
        </w:rPr>
      </w:pPr>
      <w:hyperlink w:anchor="_Toc203466105" w:history="1">
        <w:r w:rsidRPr="00E6329E">
          <w:rPr>
            <w:rStyle w:val="Hypertextovodkaz"/>
          </w:rPr>
          <w:t>2.</w:t>
        </w:r>
        <w:r>
          <w:rPr>
            <w:rFonts w:eastAsiaTheme="minorEastAsia"/>
            <w:caps w:val="0"/>
            <w:noProof/>
            <w:kern w:val="2"/>
            <w:sz w:val="24"/>
            <w:szCs w:val="24"/>
            <w:lang w:eastAsia="cs-CZ"/>
            <w14:ligatures w14:val="standardContextual"/>
          </w:rPr>
          <w:tab/>
        </w:r>
        <w:r w:rsidRPr="00E6329E">
          <w:rPr>
            <w:rStyle w:val="Hypertextovodkaz"/>
          </w:rPr>
          <w:t>IDENTIFIKAČNÍ ÚDAJE ZADAVATELE</w:t>
        </w:r>
        <w:r>
          <w:rPr>
            <w:noProof/>
            <w:webHidden/>
          </w:rPr>
          <w:tab/>
        </w:r>
        <w:r>
          <w:rPr>
            <w:noProof/>
            <w:webHidden/>
          </w:rPr>
          <w:fldChar w:fldCharType="begin"/>
        </w:r>
        <w:r>
          <w:rPr>
            <w:noProof/>
            <w:webHidden/>
          </w:rPr>
          <w:instrText xml:space="preserve"> PAGEREF _Toc203466105 \h </w:instrText>
        </w:r>
        <w:r>
          <w:rPr>
            <w:noProof/>
            <w:webHidden/>
          </w:rPr>
        </w:r>
        <w:r>
          <w:rPr>
            <w:noProof/>
            <w:webHidden/>
          </w:rPr>
          <w:fldChar w:fldCharType="separate"/>
        </w:r>
        <w:r w:rsidR="00004413">
          <w:rPr>
            <w:noProof/>
            <w:webHidden/>
          </w:rPr>
          <w:t>3</w:t>
        </w:r>
        <w:r>
          <w:rPr>
            <w:noProof/>
            <w:webHidden/>
          </w:rPr>
          <w:fldChar w:fldCharType="end"/>
        </w:r>
      </w:hyperlink>
    </w:p>
    <w:p w14:paraId="0CD2A2C4" w14:textId="73588C6F" w:rsidR="00490C7A" w:rsidRDefault="00490C7A">
      <w:pPr>
        <w:pStyle w:val="Obsah1"/>
        <w:rPr>
          <w:rFonts w:eastAsiaTheme="minorEastAsia"/>
          <w:caps w:val="0"/>
          <w:noProof/>
          <w:kern w:val="2"/>
          <w:sz w:val="24"/>
          <w:szCs w:val="24"/>
          <w:lang w:eastAsia="cs-CZ"/>
          <w14:ligatures w14:val="standardContextual"/>
        </w:rPr>
      </w:pPr>
      <w:hyperlink w:anchor="_Toc203466106" w:history="1">
        <w:r w:rsidRPr="00E6329E">
          <w:rPr>
            <w:rStyle w:val="Hypertextovodkaz"/>
          </w:rPr>
          <w:t>3.</w:t>
        </w:r>
        <w:r>
          <w:rPr>
            <w:rFonts w:eastAsiaTheme="minorEastAsia"/>
            <w:caps w:val="0"/>
            <w:noProof/>
            <w:kern w:val="2"/>
            <w:sz w:val="24"/>
            <w:szCs w:val="24"/>
            <w:lang w:eastAsia="cs-CZ"/>
            <w14:ligatures w14:val="standardContextual"/>
          </w:rPr>
          <w:tab/>
        </w:r>
        <w:r w:rsidRPr="00E6329E">
          <w:rPr>
            <w:rStyle w:val="Hypertextovodkaz"/>
          </w:rPr>
          <w:t>KOMUNIKACE MEZI ZADAVATELEM a DODAVATELEM</w:t>
        </w:r>
        <w:r>
          <w:rPr>
            <w:noProof/>
            <w:webHidden/>
          </w:rPr>
          <w:tab/>
        </w:r>
        <w:r>
          <w:rPr>
            <w:noProof/>
            <w:webHidden/>
          </w:rPr>
          <w:fldChar w:fldCharType="begin"/>
        </w:r>
        <w:r>
          <w:rPr>
            <w:noProof/>
            <w:webHidden/>
          </w:rPr>
          <w:instrText xml:space="preserve"> PAGEREF _Toc203466106 \h </w:instrText>
        </w:r>
        <w:r>
          <w:rPr>
            <w:noProof/>
            <w:webHidden/>
          </w:rPr>
        </w:r>
        <w:r>
          <w:rPr>
            <w:noProof/>
            <w:webHidden/>
          </w:rPr>
          <w:fldChar w:fldCharType="separate"/>
        </w:r>
        <w:r w:rsidR="00004413">
          <w:rPr>
            <w:noProof/>
            <w:webHidden/>
          </w:rPr>
          <w:t>4</w:t>
        </w:r>
        <w:r>
          <w:rPr>
            <w:noProof/>
            <w:webHidden/>
          </w:rPr>
          <w:fldChar w:fldCharType="end"/>
        </w:r>
      </w:hyperlink>
    </w:p>
    <w:p w14:paraId="07BAE8A3" w14:textId="3ABC81DD" w:rsidR="00490C7A" w:rsidRDefault="00490C7A">
      <w:pPr>
        <w:pStyle w:val="Obsah1"/>
        <w:rPr>
          <w:rFonts w:eastAsiaTheme="minorEastAsia"/>
          <w:caps w:val="0"/>
          <w:noProof/>
          <w:kern w:val="2"/>
          <w:sz w:val="24"/>
          <w:szCs w:val="24"/>
          <w:lang w:eastAsia="cs-CZ"/>
          <w14:ligatures w14:val="standardContextual"/>
        </w:rPr>
      </w:pPr>
      <w:hyperlink w:anchor="_Toc203466107" w:history="1">
        <w:r w:rsidRPr="00E6329E">
          <w:rPr>
            <w:rStyle w:val="Hypertextovodkaz"/>
          </w:rPr>
          <w:t>4.</w:t>
        </w:r>
        <w:r>
          <w:rPr>
            <w:rFonts w:eastAsiaTheme="minorEastAsia"/>
            <w:caps w:val="0"/>
            <w:noProof/>
            <w:kern w:val="2"/>
            <w:sz w:val="24"/>
            <w:szCs w:val="24"/>
            <w:lang w:eastAsia="cs-CZ"/>
            <w14:ligatures w14:val="standardContextual"/>
          </w:rPr>
          <w:tab/>
        </w:r>
        <w:r w:rsidRPr="00E6329E">
          <w:rPr>
            <w:rStyle w:val="Hypertextovodkaz"/>
          </w:rPr>
          <w:t>ÚČEL a PŘEDMĚT PLNĚNÍ VEŘEJNÉ ZAKÁZKY</w:t>
        </w:r>
        <w:r>
          <w:rPr>
            <w:noProof/>
            <w:webHidden/>
          </w:rPr>
          <w:tab/>
        </w:r>
        <w:r>
          <w:rPr>
            <w:noProof/>
            <w:webHidden/>
          </w:rPr>
          <w:fldChar w:fldCharType="begin"/>
        </w:r>
        <w:r>
          <w:rPr>
            <w:noProof/>
            <w:webHidden/>
          </w:rPr>
          <w:instrText xml:space="preserve"> PAGEREF _Toc203466107 \h </w:instrText>
        </w:r>
        <w:r>
          <w:rPr>
            <w:noProof/>
            <w:webHidden/>
          </w:rPr>
        </w:r>
        <w:r>
          <w:rPr>
            <w:noProof/>
            <w:webHidden/>
          </w:rPr>
          <w:fldChar w:fldCharType="separate"/>
        </w:r>
        <w:r w:rsidR="00004413">
          <w:rPr>
            <w:noProof/>
            <w:webHidden/>
          </w:rPr>
          <w:t>4</w:t>
        </w:r>
        <w:r>
          <w:rPr>
            <w:noProof/>
            <w:webHidden/>
          </w:rPr>
          <w:fldChar w:fldCharType="end"/>
        </w:r>
      </w:hyperlink>
    </w:p>
    <w:p w14:paraId="287B67DE" w14:textId="57628C52" w:rsidR="00490C7A" w:rsidRDefault="00490C7A">
      <w:pPr>
        <w:pStyle w:val="Obsah1"/>
        <w:rPr>
          <w:rFonts w:eastAsiaTheme="minorEastAsia"/>
          <w:caps w:val="0"/>
          <w:noProof/>
          <w:kern w:val="2"/>
          <w:sz w:val="24"/>
          <w:szCs w:val="24"/>
          <w:lang w:eastAsia="cs-CZ"/>
          <w14:ligatures w14:val="standardContextual"/>
        </w:rPr>
      </w:pPr>
      <w:hyperlink w:anchor="_Toc203466108" w:history="1">
        <w:r w:rsidRPr="00E6329E">
          <w:rPr>
            <w:rStyle w:val="Hypertextovodkaz"/>
          </w:rPr>
          <w:t>5.</w:t>
        </w:r>
        <w:r>
          <w:rPr>
            <w:rFonts w:eastAsiaTheme="minorEastAsia"/>
            <w:caps w:val="0"/>
            <w:noProof/>
            <w:kern w:val="2"/>
            <w:sz w:val="24"/>
            <w:szCs w:val="24"/>
            <w:lang w:eastAsia="cs-CZ"/>
            <w14:ligatures w14:val="standardContextual"/>
          </w:rPr>
          <w:tab/>
        </w:r>
        <w:r w:rsidRPr="00E6329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_Toc203466108 \h </w:instrText>
        </w:r>
        <w:r>
          <w:rPr>
            <w:noProof/>
            <w:webHidden/>
          </w:rPr>
        </w:r>
        <w:r>
          <w:rPr>
            <w:noProof/>
            <w:webHidden/>
          </w:rPr>
          <w:fldChar w:fldCharType="separate"/>
        </w:r>
        <w:r w:rsidR="00004413">
          <w:rPr>
            <w:noProof/>
            <w:webHidden/>
          </w:rPr>
          <w:t>5</w:t>
        </w:r>
        <w:r>
          <w:rPr>
            <w:noProof/>
            <w:webHidden/>
          </w:rPr>
          <w:fldChar w:fldCharType="end"/>
        </w:r>
      </w:hyperlink>
    </w:p>
    <w:p w14:paraId="214C8166" w14:textId="008AD149" w:rsidR="00490C7A" w:rsidRDefault="00490C7A">
      <w:pPr>
        <w:pStyle w:val="Obsah1"/>
        <w:rPr>
          <w:rFonts w:eastAsiaTheme="minorEastAsia"/>
          <w:caps w:val="0"/>
          <w:noProof/>
          <w:kern w:val="2"/>
          <w:sz w:val="24"/>
          <w:szCs w:val="24"/>
          <w:lang w:eastAsia="cs-CZ"/>
          <w14:ligatures w14:val="standardContextual"/>
        </w:rPr>
      </w:pPr>
      <w:hyperlink w:anchor="_Toc203466109" w:history="1">
        <w:r w:rsidRPr="00E6329E">
          <w:rPr>
            <w:rStyle w:val="Hypertextovodkaz"/>
          </w:rPr>
          <w:t>6.</w:t>
        </w:r>
        <w:r>
          <w:rPr>
            <w:rFonts w:eastAsiaTheme="minorEastAsia"/>
            <w:caps w:val="0"/>
            <w:noProof/>
            <w:kern w:val="2"/>
            <w:sz w:val="24"/>
            <w:szCs w:val="24"/>
            <w:lang w:eastAsia="cs-CZ"/>
            <w14:ligatures w14:val="standardContextual"/>
          </w:rPr>
          <w:tab/>
        </w:r>
        <w:r w:rsidRPr="00E6329E">
          <w:rPr>
            <w:rStyle w:val="Hypertextovodkaz"/>
          </w:rPr>
          <w:t>OBSAH ZADÁVACÍ DOKUMENTACE</w:t>
        </w:r>
        <w:r>
          <w:rPr>
            <w:noProof/>
            <w:webHidden/>
          </w:rPr>
          <w:tab/>
        </w:r>
        <w:r>
          <w:rPr>
            <w:noProof/>
            <w:webHidden/>
          </w:rPr>
          <w:fldChar w:fldCharType="begin"/>
        </w:r>
        <w:r>
          <w:rPr>
            <w:noProof/>
            <w:webHidden/>
          </w:rPr>
          <w:instrText xml:space="preserve"> PAGEREF _Toc203466109 \h </w:instrText>
        </w:r>
        <w:r>
          <w:rPr>
            <w:noProof/>
            <w:webHidden/>
          </w:rPr>
        </w:r>
        <w:r>
          <w:rPr>
            <w:noProof/>
            <w:webHidden/>
          </w:rPr>
          <w:fldChar w:fldCharType="separate"/>
        </w:r>
        <w:r w:rsidR="00004413">
          <w:rPr>
            <w:noProof/>
            <w:webHidden/>
          </w:rPr>
          <w:t>5</w:t>
        </w:r>
        <w:r>
          <w:rPr>
            <w:noProof/>
            <w:webHidden/>
          </w:rPr>
          <w:fldChar w:fldCharType="end"/>
        </w:r>
      </w:hyperlink>
    </w:p>
    <w:p w14:paraId="0F0CE00D" w14:textId="4BED67D4" w:rsidR="00490C7A" w:rsidRDefault="00490C7A">
      <w:pPr>
        <w:pStyle w:val="Obsah1"/>
        <w:rPr>
          <w:rFonts w:eastAsiaTheme="minorEastAsia"/>
          <w:caps w:val="0"/>
          <w:noProof/>
          <w:kern w:val="2"/>
          <w:sz w:val="24"/>
          <w:szCs w:val="24"/>
          <w:lang w:eastAsia="cs-CZ"/>
          <w14:ligatures w14:val="standardContextual"/>
        </w:rPr>
      </w:pPr>
      <w:hyperlink w:anchor="_Toc203466110" w:history="1">
        <w:r w:rsidRPr="00E6329E">
          <w:rPr>
            <w:rStyle w:val="Hypertextovodkaz"/>
          </w:rPr>
          <w:t>7.</w:t>
        </w:r>
        <w:r>
          <w:rPr>
            <w:rFonts w:eastAsiaTheme="minorEastAsia"/>
            <w:caps w:val="0"/>
            <w:noProof/>
            <w:kern w:val="2"/>
            <w:sz w:val="24"/>
            <w:szCs w:val="24"/>
            <w:lang w:eastAsia="cs-CZ"/>
            <w14:ligatures w14:val="standardContextual"/>
          </w:rPr>
          <w:tab/>
        </w:r>
        <w:r w:rsidRPr="00E6329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_Toc203466110 \h </w:instrText>
        </w:r>
        <w:r>
          <w:rPr>
            <w:noProof/>
            <w:webHidden/>
          </w:rPr>
        </w:r>
        <w:r>
          <w:rPr>
            <w:noProof/>
            <w:webHidden/>
          </w:rPr>
          <w:fldChar w:fldCharType="separate"/>
        </w:r>
        <w:r w:rsidR="00004413">
          <w:rPr>
            <w:noProof/>
            <w:webHidden/>
          </w:rPr>
          <w:t>6</w:t>
        </w:r>
        <w:r>
          <w:rPr>
            <w:noProof/>
            <w:webHidden/>
          </w:rPr>
          <w:fldChar w:fldCharType="end"/>
        </w:r>
      </w:hyperlink>
    </w:p>
    <w:p w14:paraId="7BFC1CD3" w14:textId="564D7C76" w:rsidR="00490C7A" w:rsidRDefault="00490C7A">
      <w:pPr>
        <w:pStyle w:val="Obsah1"/>
        <w:rPr>
          <w:rFonts w:eastAsiaTheme="minorEastAsia"/>
          <w:caps w:val="0"/>
          <w:noProof/>
          <w:kern w:val="2"/>
          <w:sz w:val="24"/>
          <w:szCs w:val="24"/>
          <w:lang w:eastAsia="cs-CZ"/>
          <w14:ligatures w14:val="standardContextual"/>
        </w:rPr>
      </w:pPr>
      <w:hyperlink w:anchor="_Toc203466111" w:history="1">
        <w:r w:rsidRPr="00E6329E">
          <w:rPr>
            <w:rStyle w:val="Hypertextovodkaz"/>
          </w:rPr>
          <w:t>8.</w:t>
        </w:r>
        <w:r>
          <w:rPr>
            <w:rFonts w:eastAsiaTheme="minorEastAsia"/>
            <w:caps w:val="0"/>
            <w:noProof/>
            <w:kern w:val="2"/>
            <w:sz w:val="24"/>
            <w:szCs w:val="24"/>
            <w:lang w:eastAsia="cs-CZ"/>
            <w14:ligatures w14:val="standardContextual"/>
          </w:rPr>
          <w:tab/>
        </w:r>
        <w:r w:rsidRPr="00E6329E">
          <w:rPr>
            <w:rStyle w:val="Hypertextovodkaz"/>
          </w:rPr>
          <w:t>POŽADAVKY ZADAVATELE NA KVALIFIKACI</w:t>
        </w:r>
        <w:r>
          <w:rPr>
            <w:noProof/>
            <w:webHidden/>
          </w:rPr>
          <w:tab/>
        </w:r>
        <w:r>
          <w:rPr>
            <w:noProof/>
            <w:webHidden/>
          </w:rPr>
          <w:fldChar w:fldCharType="begin"/>
        </w:r>
        <w:r>
          <w:rPr>
            <w:noProof/>
            <w:webHidden/>
          </w:rPr>
          <w:instrText xml:space="preserve"> PAGEREF _Toc203466111 \h </w:instrText>
        </w:r>
        <w:r>
          <w:rPr>
            <w:noProof/>
            <w:webHidden/>
          </w:rPr>
        </w:r>
        <w:r>
          <w:rPr>
            <w:noProof/>
            <w:webHidden/>
          </w:rPr>
          <w:fldChar w:fldCharType="separate"/>
        </w:r>
        <w:r w:rsidR="00004413">
          <w:rPr>
            <w:noProof/>
            <w:webHidden/>
          </w:rPr>
          <w:t>6</w:t>
        </w:r>
        <w:r>
          <w:rPr>
            <w:noProof/>
            <w:webHidden/>
          </w:rPr>
          <w:fldChar w:fldCharType="end"/>
        </w:r>
      </w:hyperlink>
    </w:p>
    <w:p w14:paraId="11EABD25" w14:textId="7A0DE732" w:rsidR="00490C7A" w:rsidRDefault="00490C7A">
      <w:pPr>
        <w:pStyle w:val="Obsah1"/>
        <w:rPr>
          <w:rFonts w:eastAsiaTheme="minorEastAsia"/>
          <w:caps w:val="0"/>
          <w:noProof/>
          <w:kern w:val="2"/>
          <w:sz w:val="24"/>
          <w:szCs w:val="24"/>
          <w:lang w:eastAsia="cs-CZ"/>
          <w14:ligatures w14:val="standardContextual"/>
        </w:rPr>
      </w:pPr>
      <w:hyperlink w:anchor="_Toc203466112" w:history="1">
        <w:r w:rsidRPr="00E6329E">
          <w:rPr>
            <w:rStyle w:val="Hypertextovodkaz"/>
          </w:rPr>
          <w:t>9.</w:t>
        </w:r>
        <w:r>
          <w:rPr>
            <w:rFonts w:eastAsiaTheme="minorEastAsia"/>
            <w:caps w:val="0"/>
            <w:noProof/>
            <w:kern w:val="2"/>
            <w:sz w:val="24"/>
            <w:szCs w:val="24"/>
            <w:lang w:eastAsia="cs-CZ"/>
            <w14:ligatures w14:val="standardContextual"/>
          </w:rPr>
          <w:tab/>
        </w:r>
        <w:r w:rsidRPr="00E6329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_Toc203466112 \h </w:instrText>
        </w:r>
        <w:r>
          <w:rPr>
            <w:noProof/>
            <w:webHidden/>
          </w:rPr>
        </w:r>
        <w:r>
          <w:rPr>
            <w:noProof/>
            <w:webHidden/>
          </w:rPr>
          <w:fldChar w:fldCharType="separate"/>
        </w:r>
        <w:r w:rsidR="00004413">
          <w:rPr>
            <w:noProof/>
            <w:webHidden/>
          </w:rPr>
          <w:t>18</w:t>
        </w:r>
        <w:r>
          <w:rPr>
            <w:noProof/>
            <w:webHidden/>
          </w:rPr>
          <w:fldChar w:fldCharType="end"/>
        </w:r>
      </w:hyperlink>
    </w:p>
    <w:p w14:paraId="7566FCE5" w14:textId="6EB30183" w:rsidR="00490C7A" w:rsidRDefault="00490C7A">
      <w:pPr>
        <w:pStyle w:val="Obsah1"/>
        <w:rPr>
          <w:rFonts w:eastAsiaTheme="minorEastAsia"/>
          <w:caps w:val="0"/>
          <w:noProof/>
          <w:kern w:val="2"/>
          <w:sz w:val="24"/>
          <w:szCs w:val="24"/>
          <w:lang w:eastAsia="cs-CZ"/>
          <w14:ligatures w14:val="standardContextual"/>
        </w:rPr>
      </w:pPr>
      <w:hyperlink w:anchor="_Toc203466113" w:history="1">
        <w:r w:rsidRPr="00E6329E">
          <w:rPr>
            <w:rStyle w:val="Hypertextovodkaz"/>
          </w:rPr>
          <w:t>10.</w:t>
        </w:r>
        <w:r>
          <w:rPr>
            <w:rFonts w:eastAsiaTheme="minorEastAsia"/>
            <w:caps w:val="0"/>
            <w:noProof/>
            <w:kern w:val="2"/>
            <w:sz w:val="24"/>
            <w:szCs w:val="24"/>
            <w:lang w:eastAsia="cs-CZ"/>
            <w14:ligatures w14:val="standardContextual"/>
          </w:rPr>
          <w:tab/>
        </w:r>
        <w:r w:rsidRPr="00E6329E">
          <w:rPr>
            <w:rStyle w:val="Hypertextovodkaz"/>
          </w:rPr>
          <w:t>PROHLÍDKA MÍSTA PLNĚNÍ (STAVENIŠTĚ)</w:t>
        </w:r>
        <w:r>
          <w:rPr>
            <w:noProof/>
            <w:webHidden/>
          </w:rPr>
          <w:tab/>
        </w:r>
        <w:r>
          <w:rPr>
            <w:noProof/>
            <w:webHidden/>
          </w:rPr>
          <w:fldChar w:fldCharType="begin"/>
        </w:r>
        <w:r>
          <w:rPr>
            <w:noProof/>
            <w:webHidden/>
          </w:rPr>
          <w:instrText xml:space="preserve"> PAGEREF _Toc203466113 \h </w:instrText>
        </w:r>
        <w:r>
          <w:rPr>
            <w:noProof/>
            <w:webHidden/>
          </w:rPr>
        </w:r>
        <w:r>
          <w:rPr>
            <w:noProof/>
            <w:webHidden/>
          </w:rPr>
          <w:fldChar w:fldCharType="separate"/>
        </w:r>
        <w:r w:rsidR="00004413">
          <w:rPr>
            <w:noProof/>
            <w:webHidden/>
          </w:rPr>
          <w:t>20</w:t>
        </w:r>
        <w:r>
          <w:rPr>
            <w:noProof/>
            <w:webHidden/>
          </w:rPr>
          <w:fldChar w:fldCharType="end"/>
        </w:r>
      </w:hyperlink>
    </w:p>
    <w:p w14:paraId="0B00CFD6" w14:textId="1D93CD40" w:rsidR="00490C7A" w:rsidRDefault="00490C7A">
      <w:pPr>
        <w:pStyle w:val="Obsah1"/>
        <w:rPr>
          <w:rFonts w:eastAsiaTheme="minorEastAsia"/>
          <w:caps w:val="0"/>
          <w:noProof/>
          <w:kern w:val="2"/>
          <w:sz w:val="24"/>
          <w:szCs w:val="24"/>
          <w:lang w:eastAsia="cs-CZ"/>
          <w14:ligatures w14:val="standardContextual"/>
        </w:rPr>
      </w:pPr>
      <w:hyperlink w:anchor="_Toc203466114" w:history="1">
        <w:r w:rsidRPr="00E6329E">
          <w:rPr>
            <w:rStyle w:val="Hypertextovodkaz"/>
          </w:rPr>
          <w:t>11.</w:t>
        </w:r>
        <w:r>
          <w:rPr>
            <w:rFonts w:eastAsiaTheme="minorEastAsia"/>
            <w:caps w:val="0"/>
            <w:noProof/>
            <w:kern w:val="2"/>
            <w:sz w:val="24"/>
            <w:szCs w:val="24"/>
            <w:lang w:eastAsia="cs-CZ"/>
            <w14:ligatures w14:val="standardContextual"/>
          </w:rPr>
          <w:tab/>
        </w:r>
        <w:r w:rsidRPr="00E6329E">
          <w:rPr>
            <w:rStyle w:val="Hypertextovodkaz"/>
          </w:rPr>
          <w:t>JAZYK NABÍDEK A KOMUNIKAČNÍ JAZYK</w:t>
        </w:r>
        <w:r>
          <w:rPr>
            <w:noProof/>
            <w:webHidden/>
          </w:rPr>
          <w:tab/>
        </w:r>
        <w:r>
          <w:rPr>
            <w:noProof/>
            <w:webHidden/>
          </w:rPr>
          <w:fldChar w:fldCharType="begin"/>
        </w:r>
        <w:r>
          <w:rPr>
            <w:noProof/>
            <w:webHidden/>
          </w:rPr>
          <w:instrText xml:space="preserve"> PAGEREF _Toc203466114 \h </w:instrText>
        </w:r>
        <w:r>
          <w:rPr>
            <w:noProof/>
            <w:webHidden/>
          </w:rPr>
        </w:r>
        <w:r>
          <w:rPr>
            <w:noProof/>
            <w:webHidden/>
          </w:rPr>
          <w:fldChar w:fldCharType="separate"/>
        </w:r>
        <w:r w:rsidR="00004413">
          <w:rPr>
            <w:noProof/>
            <w:webHidden/>
          </w:rPr>
          <w:t>20</w:t>
        </w:r>
        <w:r>
          <w:rPr>
            <w:noProof/>
            <w:webHidden/>
          </w:rPr>
          <w:fldChar w:fldCharType="end"/>
        </w:r>
      </w:hyperlink>
    </w:p>
    <w:p w14:paraId="3931F4EC" w14:textId="0E90C67E" w:rsidR="00490C7A" w:rsidRDefault="00490C7A">
      <w:pPr>
        <w:pStyle w:val="Obsah1"/>
        <w:rPr>
          <w:rFonts w:eastAsiaTheme="minorEastAsia"/>
          <w:caps w:val="0"/>
          <w:noProof/>
          <w:kern w:val="2"/>
          <w:sz w:val="24"/>
          <w:szCs w:val="24"/>
          <w:lang w:eastAsia="cs-CZ"/>
          <w14:ligatures w14:val="standardContextual"/>
        </w:rPr>
      </w:pPr>
      <w:hyperlink w:anchor="_Toc203466115" w:history="1">
        <w:r w:rsidRPr="00E6329E">
          <w:rPr>
            <w:rStyle w:val="Hypertextovodkaz"/>
          </w:rPr>
          <w:t>12.</w:t>
        </w:r>
        <w:r>
          <w:rPr>
            <w:rFonts w:eastAsiaTheme="minorEastAsia"/>
            <w:caps w:val="0"/>
            <w:noProof/>
            <w:kern w:val="2"/>
            <w:sz w:val="24"/>
            <w:szCs w:val="24"/>
            <w:lang w:eastAsia="cs-CZ"/>
            <w14:ligatures w14:val="standardContextual"/>
          </w:rPr>
          <w:tab/>
        </w:r>
        <w:r w:rsidRPr="00E6329E">
          <w:rPr>
            <w:rStyle w:val="Hypertextovodkaz"/>
          </w:rPr>
          <w:t>OBSAH a PODÁVÁNÍ NABÍDEK</w:t>
        </w:r>
        <w:r>
          <w:rPr>
            <w:noProof/>
            <w:webHidden/>
          </w:rPr>
          <w:tab/>
        </w:r>
        <w:r>
          <w:rPr>
            <w:noProof/>
            <w:webHidden/>
          </w:rPr>
          <w:fldChar w:fldCharType="begin"/>
        </w:r>
        <w:r>
          <w:rPr>
            <w:noProof/>
            <w:webHidden/>
          </w:rPr>
          <w:instrText xml:space="preserve"> PAGEREF _Toc203466115 \h </w:instrText>
        </w:r>
        <w:r>
          <w:rPr>
            <w:noProof/>
            <w:webHidden/>
          </w:rPr>
        </w:r>
        <w:r>
          <w:rPr>
            <w:noProof/>
            <w:webHidden/>
          </w:rPr>
          <w:fldChar w:fldCharType="separate"/>
        </w:r>
        <w:r w:rsidR="00004413">
          <w:rPr>
            <w:noProof/>
            <w:webHidden/>
          </w:rPr>
          <w:t>20</w:t>
        </w:r>
        <w:r>
          <w:rPr>
            <w:noProof/>
            <w:webHidden/>
          </w:rPr>
          <w:fldChar w:fldCharType="end"/>
        </w:r>
      </w:hyperlink>
    </w:p>
    <w:p w14:paraId="4C8DD3B5" w14:textId="313F2328" w:rsidR="00490C7A" w:rsidRDefault="00490C7A">
      <w:pPr>
        <w:pStyle w:val="Obsah1"/>
        <w:rPr>
          <w:rFonts w:eastAsiaTheme="minorEastAsia"/>
          <w:caps w:val="0"/>
          <w:noProof/>
          <w:kern w:val="2"/>
          <w:sz w:val="24"/>
          <w:szCs w:val="24"/>
          <w:lang w:eastAsia="cs-CZ"/>
          <w14:ligatures w14:val="standardContextual"/>
        </w:rPr>
      </w:pPr>
      <w:hyperlink w:anchor="_Toc203466116" w:history="1">
        <w:r w:rsidRPr="00E6329E">
          <w:rPr>
            <w:rStyle w:val="Hypertextovodkaz"/>
          </w:rPr>
          <w:t>13.</w:t>
        </w:r>
        <w:r>
          <w:rPr>
            <w:rFonts w:eastAsiaTheme="minorEastAsia"/>
            <w:caps w:val="0"/>
            <w:noProof/>
            <w:kern w:val="2"/>
            <w:sz w:val="24"/>
            <w:szCs w:val="24"/>
            <w:lang w:eastAsia="cs-CZ"/>
            <w14:ligatures w14:val="standardContextual"/>
          </w:rPr>
          <w:tab/>
        </w:r>
        <w:r w:rsidRPr="00E6329E">
          <w:rPr>
            <w:rStyle w:val="Hypertextovodkaz"/>
          </w:rPr>
          <w:t>POŽADAVKY NA Z</w:t>
        </w:r>
        <w:r w:rsidRPr="00E6329E">
          <w:rPr>
            <w:rStyle w:val="Hypertextovodkaz"/>
          </w:rPr>
          <w:t>P</w:t>
        </w:r>
        <w:r w:rsidRPr="00E6329E">
          <w:rPr>
            <w:rStyle w:val="Hypertextovodkaz"/>
          </w:rPr>
          <w:t>RACOVÁNÍ NABÍDKOVÉ CENY</w:t>
        </w:r>
        <w:r>
          <w:rPr>
            <w:noProof/>
            <w:webHidden/>
          </w:rPr>
          <w:tab/>
        </w:r>
        <w:r>
          <w:rPr>
            <w:noProof/>
            <w:webHidden/>
          </w:rPr>
          <w:fldChar w:fldCharType="begin"/>
        </w:r>
        <w:r>
          <w:rPr>
            <w:noProof/>
            <w:webHidden/>
          </w:rPr>
          <w:instrText xml:space="preserve"> PAGEREF _Toc203466116 \h </w:instrText>
        </w:r>
        <w:r>
          <w:rPr>
            <w:noProof/>
            <w:webHidden/>
          </w:rPr>
        </w:r>
        <w:r>
          <w:rPr>
            <w:noProof/>
            <w:webHidden/>
          </w:rPr>
          <w:fldChar w:fldCharType="separate"/>
        </w:r>
        <w:r w:rsidR="00004413">
          <w:rPr>
            <w:noProof/>
            <w:webHidden/>
          </w:rPr>
          <w:t>23</w:t>
        </w:r>
        <w:r>
          <w:rPr>
            <w:noProof/>
            <w:webHidden/>
          </w:rPr>
          <w:fldChar w:fldCharType="end"/>
        </w:r>
      </w:hyperlink>
    </w:p>
    <w:p w14:paraId="77FF95A6" w14:textId="1F8CF6C9" w:rsidR="00490C7A" w:rsidRDefault="00490C7A">
      <w:pPr>
        <w:pStyle w:val="Obsah1"/>
        <w:rPr>
          <w:rFonts w:eastAsiaTheme="minorEastAsia"/>
          <w:caps w:val="0"/>
          <w:noProof/>
          <w:kern w:val="2"/>
          <w:sz w:val="24"/>
          <w:szCs w:val="24"/>
          <w:lang w:eastAsia="cs-CZ"/>
          <w14:ligatures w14:val="standardContextual"/>
        </w:rPr>
      </w:pPr>
      <w:hyperlink w:anchor="_Toc203466117" w:history="1">
        <w:r w:rsidRPr="00E6329E">
          <w:rPr>
            <w:rStyle w:val="Hypertextovodkaz"/>
          </w:rPr>
          <w:t>14.</w:t>
        </w:r>
        <w:r>
          <w:rPr>
            <w:rFonts w:eastAsiaTheme="minorEastAsia"/>
            <w:caps w:val="0"/>
            <w:noProof/>
            <w:kern w:val="2"/>
            <w:sz w:val="24"/>
            <w:szCs w:val="24"/>
            <w:lang w:eastAsia="cs-CZ"/>
            <w14:ligatures w14:val="standardContextual"/>
          </w:rPr>
          <w:tab/>
        </w:r>
        <w:r w:rsidRPr="00E6329E">
          <w:rPr>
            <w:rStyle w:val="Hypertextovodkaz"/>
          </w:rPr>
          <w:t>VARIANTY NABÍDKY A VÝHRADA ZMĚNY DODAVATELE</w:t>
        </w:r>
        <w:r>
          <w:rPr>
            <w:noProof/>
            <w:webHidden/>
          </w:rPr>
          <w:tab/>
        </w:r>
        <w:r>
          <w:rPr>
            <w:noProof/>
            <w:webHidden/>
          </w:rPr>
          <w:fldChar w:fldCharType="begin"/>
        </w:r>
        <w:r>
          <w:rPr>
            <w:noProof/>
            <w:webHidden/>
          </w:rPr>
          <w:instrText xml:space="preserve"> PAGEREF _Toc203466117 \h </w:instrText>
        </w:r>
        <w:r>
          <w:rPr>
            <w:noProof/>
            <w:webHidden/>
          </w:rPr>
        </w:r>
        <w:r>
          <w:rPr>
            <w:noProof/>
            <w:webHidden/>
          </w:rPr>
          <w:fldChar w:fldCharType="separate"/>
        </w:r>
        <w:r w:rsidR="00004413">
          <w:rPr>
            <w:noProof/>
            <w:webHidden/>
          </w:rPr>
          <w:t>23</w:t>
        </w:r>
        <w:r>
          <w:rPr>
            <w:noProof/>
            <w:webHidden/>
          </w:rPr>
          <w:fldChar w:fldCharType="end"/>
        </w:r>
      </w:hyperlink>
    </w:p>
    <w:p w14:paraId="231D0BC6" w14:textId="35BAEE98" w:rsidR="00490C7A" w:rsidRDefault="00490C7A">
      <w:pPr>
        <w:pStyle w:val="Obsah1"/>
        <w:rPr>
          <w:rFonts w:eastAsiaTheme="minorEastAsia"/>
          <w:caps w:val="0"/>
          <w:noProof/>
          <w:kern w:val="2"/>
          <w:sz w:val="24"/>
          <w:szCs w:val="24"/>
          <w:lang w:eastAsia="cs-CZ"/>
          <w14:ligatures w14:val="standardContextual"/>
        </w:rPr>
      </w:pPr>
      <w:hyperlink w:anchor="_Toc203466118" w:history="1">
        <w:r w:rsidRPr="00E6329E">
          <w:rPr>
            <w:rStyle w:val="Hypertextovodkaz"/>
          </w:rPr>
          <w:t>15.</w:t>
        </w:r>
        <w:r>
          <w:rPr>
            <w:rFonts w:eastAsiaTheme="minorEastAsia"/>
            <w:caps w:val="0"/>
            <w:noProof/>
            <w:kern w:val="2"/>
            <w:sz w:val="24"/>
            <w:szCs w:val="24"/>
            <w:lang w:eastAsia="cs-CZ"/>
            <w14:ligatures w14:val="standardContextual"/>
          </w:rPr>
          <w:tab/>
        </w:r>
        <w:r w:rsidRPr="00E6329E">
          <w:rPr>
            <w:rStyle w:val="Hypertextovodkaz"/>
          </w:rPr>
          <w:t>OTEVÍRÁNÍ NABÍDEK</w:t>
        </w:r>
        <w:r>
          <w:rPr>
            <w:noProof/>
            <w:webHidden/>
          </w:rPr>
          <w:tab/>
        </w:r>
        <w:r>
          <w:rPr>
            <w:noProof/>
            <w:webHidden/>
          </w:rPr>
          <w:fldChar w:fldCharType="begin"/>
        </w:r>
        <w:r>
          <w:rPr>
            <w:noProof/>
            <w:webHidden/>
          </w:rPr>
          <w:instrText xml:space="preserve"> PAGEREF _Toc203466118 \h </w:instrText>
        </w:r>
        <w:r>
          <w:rPr>
            <w:noProof/>
            <w:webHidden/>
          </w:rPr>
        </w:r>
        <w:r>
          <w:rPr>
            <w:noProof/>
            <w:webHidden/>
          </w:rPr>
          <w:fldChar w:fldCharType="separate"/>
        </w:r>
        <w:r w:rsidR="00004413">
          <w:rPr>
            <w:noProof/>
            <w:webHidden/>
          </w:rPr>
          <w:t>24</w:t>
        </w:r>
        <w:r>
          <w:rPr>
            <w:noProof/>
            <w:webHidden/>
          </w:rPr>
          <w:fldChar w:fldCharType="end"/>
        </w:r>
      </w:hyperlink>
    </w:p>
    <w:p w14:paraId="2C59782F" w14:textId="042DAE74" w:rsidR="00490C7A" w:rsidRDefault="00490C7A">
      <w:pPr>
        <w:pStyle w:val="Obsah1"/>
        <w:rPr>
          <w:rFonts w:eastAsiaTheme="minorEastAsia"/>
          <w:caps w:val="0"/>
          <w:noProof/>
          <w:kern w:val="2"/>
          <w:sz w:val="24"/>
          <w:szCs w:val="24"/>
          <w:lang w:eastAsia="cs-CZ"/>
          <w14:ligatures w14:val="standardContextual"/>
        </w:rPr>
      </w:pPr>
      <w:hyperlink w:anchor="_Toc203466119" w:history="1">
        <w:r w:rsidRPr="00E6329E">
          <w:rPr>
            <w:rStyle w:val="Hypertextovodkaz"/>
          </w:rPr>
          <w:t>16.</w:t>
        </w:r>
        <w:r>
          <w:rPr>
            <w:rFonts w:eastAsiaTheme="minorEastAsia"/>
            <w:caps w:val="0"/>
            <w:noProof/>
            <w:kern w:val="2"/>
            <w:sz w:val="24"/>
            <w:szCs w:val="24"/>
            <w:lang w:eastAsia="cs-CZ"/>
            <w14:ligatures w14:val="standardContextual"/>
          </w:rPr>
          <w:tab/>
        </w:r>
        <w:r w:rsidRPr="00E6329E">
          <w:rPr>
            <w:rStyle w:val="Hypertextovodkaz"/>
          </w:rPr>
          <w:t>POSOUZENÍ SPLNĚNÍ PODMÍNEK ÚČASTI</w:t>
        </w:r>
        <w:r>
          <w:rPr>
            <w:noProof/>
            <w:webHidden/>
          </w:rPr>
          <w:tab/>
        </w:r>
        <w:r>
          <w:rPr>
            <w:noProof/>
            <w:webHidden/>
          </w:rPr>
          <w:fldChar w:fldCharType="begin"/>
        </w:r>
        <w:r>
          <w:rPr>
            <w:noProof/>
            <w:webHidden/>
          </w:rPr>
          <w:instrText xml:space="preserve"> PAGEREF _Toc203466119 \h </w:instrText>
        </w:r>
        <w:r>
          <w:rPr>
            <w:noProof/>
            <w:webHidden/>
          </w:rPr>
        </w:r>
        <w:r>
          <w:rPr>
            <w:noProof/>
            <w:webHidden/>
          </w:rPr>
          <w:fldChar w:fldCharType="separate"/>
        </w:r>
        <w:r w:rsidR="00004413">
          <w:rPr>
            <w:noProof/>
            <w:webHidden/>
          </w:rPr>
          <w:t>24</w:t>
        </w:r>
        <w:r>
          <w:rPr>
            <w:noProof/>
            <w:webHidden/>
          </w:rPr>
          <w:fldChar w:fldCharType="end"/>
        </w:r>
      </w:hyperlink>
    </w:p>
    <w:p w14:paraId="7F6460F6" w14:textId="3F10C33E" w:rsidR="00490C7A" w:rsidRDefault="00490C7A">
      <w:pPr>
        <w:pStyle w:val="Obsah1"/>
        <w:rPr>
          <w:rFonts w:eastAsiaTheme="minorEastAsia"/>
          <w:caps w:val="0"/>
          <w:noProof/>
          <w:kern w:val="2"/>
          <w:sz w:val="24"/>
          <w:szCs w:val="24"/>
          <w:lang w:eastAsia="cs-CZ"/>
          <w14:ligatures w14:val="standardContextual"/>
        </w:rPr>
      </w:pPr>
      <w:hyperlink w:anchor="_Toc203466120" w:history="1">
        <w:r w:rsidRPr="00E6329E">
          <w:rPr>
            <w:rStyle w:val="Hypertextovodkaz"/>
          </w:rPr>
          <w:t>17.</w:t>
        </w:r>
        <w:r>
          <w:rPr>
            <w:rFonts w:eastAsiaTheme="minorEastAsia"/>
            <w:caps w:val="0"/>
            <w:noProof/>
            <w:kern w:val="2"/>
            <w:sz w:val="24"/>
            <w:szCs w:val="24"/>
            <w:lang w:eastAsia="cs-CZ"/>
            <w14:ligatures w14:val="standardContextual"/>
          </w:rPr>
          <w:tab/>
        </w:r>
        <w:r w:rsidRPr="00E6329E">
          <w:rPr>
            <w:rStyle w:val="Hypertextovodkaz"/>
          </w:rPr>
          <w:t>HODNOCENÍ NABÍDEK</w:t>
        </w:r>
        <w:r>
          <w:rPr>
            <w:noProof/>
            <w:webHidden/>
          </w:rPr>
          <w:tab/>
        </w:r>
        <w:r>
          <w:rPr>
            <w:noProof/>
            <w:webHidden/>
          </w:rPr>
          <w:fldChar w:fldCharType="begin"/>
        </w:r>
        <w:r>
          <w:rPr>
            <w:noProof/>
            <w:webHidden/>
          </w:rPr>
          <w:instrText xml:space="preserve"> PAGEREF _Toc203466120 \h </w:instrText>
        </w:r>
        <w:r>
          <w:rPr>
            <w:noProof/>
            <w:webHidden/>
          </w:rPr>
        </w:r>
        <w:r>
          <w:rPr>
            <w:noProof/>
            <w:webHidden/>
          </w:rPr>
          <w:fldChar w:fldCharType="separate"/>
        </w:r>
        <w:r w:rsidR="00004413">
          <w:rPr>
            <w:noProof/>
            <w:webHidden/>
          </w:rPr>
          <w:t>24</w:t>
        </w:r>
        <w:r>
          <w:rPr>
            <w:noProof/>
            <w:webHidden/>
          </w:rPr>
          <w:fldChar w:fldCharType="end"/>
        </w:r>
      </w:hyperlink>
    </w:p>
    <w:p w14:paraId="48E8BEEB" w14:textId="1E419D94" w:rsidR="00490C7A" w:rsidRDefault="00490C7A">
      <w:pPr>
        <w:pStyle w:val="Obsah1"/>
        <w:rPr>
          <w:rFonts w:eastAsiaTheme="minorEastAsia"/>
          <w:caps w:val="0"/>
          <w:noProof/>
          <w:kern w:val="2"/>
          <w:sz w:val="24"/>
          <w:szCs w:val="24"/>
          <w:lang w:eastAsia="cs-CZ"/>
          <w14:ligatures w14:val="standardContextual"/>
        </w:rPr>
      </w:pPr>
      <w:hyperlink w:anchor="_Toc203466121" w:history="1">
        <w:r w:rsidRPr="00E6329E">
          <w:rPr>
            <w:rStyle w:val="Hypertextovodkaz"/>
          </w:rPr>
          <w:t>18.</w:t>
        </w:r>
        <w:r>
          <w:rPr>
            <w:rFonts w:eastAsiaTheme="minorEastAsia"/>
            <w:caps w:val="0"/>
            <w:noProof/>
            <w:kern w:val="2"/>
            <w:sz w:val="24"/>
            <w:szCs w:val="24"/>
            <w:lang w:eastAsia="cs-CZ"/>
            <w14:ligatures w14:val="standardContextual"/>
          </w:rPr>
          <w:tab/>
        </w:r>
        <w:r w:rsidRPr="00E6329E">
          <w:rPr>
            <w:rStyle w:val="Hypertextovodkaz"/>
          </w:rPr>
          <w:t>ZRUŠENÍ ZADÁVACÍHO ŘÍZENÍ</w:t>
        </w:r>
        <w:r>
          <w:rPr>
            <w:noProof/>
            <w:webHidden/>
          </w:rPr>
          <w:tab/>
        </w:r>
        <w:r>
          <w:rPr>
            <w:noProof/>
            <w:webHidden/>
          </w:rPr>
          <w:fldChar w:fldCharType="begin"/>
        </w:r>
        <w:r>
          <w:rPr>
            <w:noProof/>
            <w:webHidden/>
          </w:rPr>
          <w:instrText xml:space="preserve"> PAGEREF _Toc203466121 \h </w:instrText>
        </w:r>
        <w:r>
          <w:rPr>
            <w:noProof/>
            <w:webHidden/>
          </w:rPr>
        </w:r>
        <w:r>
          <w:rPr>
            <w:noProof/>
            <w:webHidden/>
          </w:rPr>
          <w:fldChar w:fldCharType="separate"/>
        </w:r>
        <w:r w:rsidR="00004413">
          <w:rPr>
            <w:noProof/>
            <w:webHidden/>
          </w:rPr>
          <w:t>25</w:t>
        </w:r>
        <w:r>
          <w:rPr>
            <w:noProof/>
            <w:webHidden/>
          </w:rPr>
          <w:fldChar w:fldCharType="end"/>
        </w:r>
      </w:hyperlink>
    </w:p>
    <w:p w14:paraId="23F11976" w14:textId="7B559585" w:rsidR="00490C7A" w:rsidRDefault="00490C7A">
      <w:pPr>
        <w:pStyle w:val="Obsah1"/>
        <w:rPr>
          <w:rFonts w:eastAsiaTheme="minorEastAsia"/>
          <w:caps w:val="0"/>
          <w:noProof/>
          <w:kern w:val="2"/>
          <w:sz w:val="24"/>
          <w:szCs w:val="24"/>
          <w:lang w:eastAsia="cs-CZ"/>
          <w14:ligatures w14:val="standardContextual"/>
        </w:rPr>
      </w:pPr>
      <w:hyperlink w:anchor="_Toc203466122" w:history="1">
        <w:r w:rsidRPr="00E6329E">
          <w:rPr>
            <w:rStyle w:val="Hypertextovodkaz"/>
          </w:rPr>
          <w:t>19.</w:t>
        </w:r>
        <w:r>
          <w:rPr>
            <w:rFonts w:eastAsiaTheme="minorEastAsia"/>
            <w:caps w:val="0"/>
            <w:noProof/>
            <w:kern w:val="2"/>
            <w:sz w:val="24"/>
            <w:szCs w:val="24"/>
            <w:lang w:eastAsia="cs-CZ"/>
            <w14:ligatures w14:val="standardContextual"/>
          </w:rPr>
          <w:tab/>
        </w:r>
        <w:r w:rsidRPr="00E6329E">
          <w:rPr>
            <w:rStyle w:val="Hypertextovodkaz"/>
          </w:rPr>
          <w:t>UZAVŘENÍ SMLOUVY</w:t>
        </w:r>
        <w:r>
          <w:rPr>
            <w:noProof/>
            <w:webHidden/>
          </w:rPr>
          <w:tab/>
        </w:r>
        <w:r>
          <w:rPr>
            <w:noProof/>
            <w:webHidden/>
          </w:rPr>
          <w:fldChar w:fldCharType="begin"/>
        </w:r>
        <w:r>
          <w:rPr>
            <w:noProof/>
            <w:webHidden/>
          </w:rPr>
          <w:instrText xml:space="preserve"> PAGEREF _Toc203466122 \h </w:instrText>
        </w:r>
        <w:r>
          <w:rPr>
            <w:noProof/>
            <w:webHidden/>
          </w:rPr>
        </w:r>
        <w:r>
          <w:rPr>
            <w:noProof/>
            <w:webHidden/>
          </w:rPr>
          <w:fldChar w:fldCharType="separate"/>
        </w:r>
        <w:r w:rsidR="00004413">
          <w:rPr>
            <w:noProof/>
            <w:webHidden/>
          </w:rPr>
          <w:t>25</w:t>
        </w:r>
        <w:r>
          <w:rPr>
            <w:noProof/>
            <w:webHidden/>
          </w:rPr>
          <w:fldChar w:fldCharType="end"/>
        </w:r>
      </w:hyperlink>
    </w:p>
    <w:p w14:paraId="736A8068" w14:textId="07622CBA" w:rsidR="00490C7A" w:rsidRDefault="00490C7A">
      <w:pPr>
        <w:pStyle w:val="Obsah1"/>
        <w:rPr>
          <w:rFonts w:eastAsiaTheme="minorEastAsia"/>
          <w:caps w:val="0"/>
          <w:noProof/>
          <w:kern w:val="2"/>
          <w:sz w:val="24"/>
          <w:szCs w:val="24"/>
          <w:lang w:eastAsia="cs-CZ"/>
          <w14:ligatures w14:val="standardContextual"/>
        </w:rPr>
      </w:pPr>
      <w:hyperlink w:anchor="_Toc203466123" w:history="1">
        <w:r w:rsidRPr="00E6329E">
          <w:rPr>
            <w:rStyle w:val="Hypertextovodkaz"/>
          </w:rPr>
          <w:t>20.</w:t>
        </w:r>
        <w:r>
          <w:rPr>
            <w:rFonts w:eastAsiaTheme="minorEastAsia"/>
            <w:caps w:val="0"/>
            <w:noProof/>
            <w:kern w:val="2"/>
            <w:sz w:val="24"/>
            <w:szCs w:val="24"/>
            <w:lang w:eastAsia="cs-CZ"/>
            <w14:ligatures w14:val="standardContextual"/>
          </w:rPr>
          <w:tab/>
        </w:r>
        <w:r w:rsidRPr="00E6329E">
          <w:rPr>
            <w:rStyle w:val="Hypertextovodkaz"/>
          </w:rPr>
          <w:t>OCHRANA INFORMACÍ</w:t>
        </w:r>
        <w:r>
          <w:rPr>
            <w:noProof/>
            <w:webHidden/>
          </w:rPr>
          <w:tab/>
        </w:r>
        <w:r>
          <w:rPr>
            <w:noProof/>
            <w:webHidden/>
          </w:rPr>
          <w:fldChar w:fldCharType="begin"/>
        </w:r>
        <w:r>
          <w:rPr>
            <w:noProof/>
            <w:webHidden/>
          </w:rPr>
          <w:instrText xml:space="preserve"> PAGEREF _Toc203466123 \h </w:instrText>
        </w:r>
        <w:r>
          <w:rPr>
            <w:noProof/>
            <w:webHidden/>
          </w:rPr>
        </w:r>
        <w:r>
          <w:rPr>
            <w:noProof/>
            <w:webHidden/>
          </w:rPr>
          <w:fldChar w:fldCharType="separate"/>
        </w:r>
        <w:r w:rsidR="00004413">
          <w:rPr>
            <w:noProof/>
            <w:webHidden/>
          </w:rPr>
          <w:t>28</w:t>
        </w:r>
        <w:r>
          <w:rPr>
            <w:noProof/>
            <w:webHidden/>
          </w:rPr>
          <w:fldChar w:fldCharType="end"/>
        </w:r>
      </w:hyperlink>
    </w:p>
    <w:p w14:paraId="57CD0CFE" w14:textId="1B4818DA" w:rsidR="00490C7A" w:rsidRDefault="00490C7A">
      <w:pPr>
        <w:pStyle w:val="Obsah1"/>
        <w:rPr>
          <w:rFonts w:eastAsiaTheme="minorEastAsia"/>
          <w:caps w:val="0"/>
          <w:noProof/>
          <w:kern w:val="2"/>
          <w:sz w:val="24"/>
          <w:szCs w:val="24"/>
          <w:lang w:eastAsia="cs-CZ"/>
          <w14:ligatures w14:val="standardContextual"/>
        </w:rPr>
      </w:pPr>
      <w:hyperlink w:anchor="_Toc203466124" w:history="1">
        <w:r w:rsidRPr="00E6329E">
          <w:rPr>
            <w:rStyle w:val="Hypertextovodkaz"/>
          </w:rPr>
          <w:t>21.</w:t>
        </w:r>
        <w:r>
          <w:rPr>
            <w:rFonts w:eastAsiaTheme="minorEastAsia"/>
            <w:caps w:val="0"/>
            <w:noProof/>
            <w:kern w:val="2"/>
            <w:sz w:val="24"/>
            <w:szCs w:val="24"/>
            <w:lang w:eastAsia="cs-CZ"/>
            <w14:ligatures w14:val="standardContextual"/>
          </w:rPr>
          <w:tab/>
        </w:r>
        <w:r w:rsidRPr="00E6329E">
          <w:rPr>
            <w:rStyle w:val="Hypertextovodkaz"/>
          </w:rPr>
          <w:t>ZADÁVACÍ LHŮTA A JISTOTA ZA NABÍDKU</w:t>
        </w:r>
        <w:r>
          <w:rPr>
            <w:noProof/>
            <w:webHidden/>
          </w:rPr>
          <w:tab/>
        </w:r>
        <w:r>
          <w:rPr>
            <w:noProof/>
            <w:webHidden/>
          </w:rPr>
          <w:fldChar w:fldCharType="begin"/>
        </w:r>
        <w:r>
          <w:rPr>
            <w:noProof/>
            <w:webHidden/>
          </w:rPr>
          <w:instrText xml:space="preserve"> PAGEREF _Toc203466124 \h </w:instrText>
        </w:r>
        <w:r>
          <w:rPr>
            <w:noProof/>
            <w:webHidden/>
          </w:rPr>
        </w:r>
        <w:r>
          <w:rPr>
            <w:noProof/>
            <w:webHidden/>
          </w:rPr>
          <w:fldChar w:fldCharType="separate"/>
        </w:r>
        <w:r w:rsidR="00004413">
          <w:rPr>
            <w:noProof/>
            <w:webHidden/>
          </w:rPr>
          <w:t>28</w:t>
        </w:r>
        <w:r>
          <w:rPr>
            <w:noProof/>
            <w:webHidden/>
          </w:rPr>
          <w:fldChar w:fldCharType="end"/>
        </w:r>
      </w:hyperlink>
    </w:p>
    <w:p w14:paraId="707845CF" w14:textId="4355FCC1" w:rsidR="00490C7A" w:rsidRDefault="00490C7A">
      <w:pPr>
        <w:pStyle w:val="Obsah1"/>
        <w:rPr>
          <w:rFonts w:eastAsiaTheme="minorEastAsia"/>
          <w:caps w:val="0"/>
          <w:noProof/>
          <w:kern w:val="2"/>
          <w:sz w:val="24"/>
          <w:szCs w:val="24"/>
          <w:lang w:eastAsia="cs-CZ"/>
          <w14:ligatures w14:val="standardContextual"/>
        </w:rPr>
      </w:pPr>
      <w:hyperlink w:anchor="_Toc203466125" w:history="1">
        <w:r w:rsidRPr="00E6329E">
          <w:rPr>
            <w:rStyle w:val="Hypertextovodkaz"/>
          </w:rPr>
          <w:t>22.</w:t>
        </w:r>
        <w:r>
          <w:rPr>
            <w:rFonts w:eastAsiaTheme="minorEastAsia"/>
            <w:caps w:val="0"/>
            <w:noProof/>
            <w:kern w:val="2"/>
            <w:sz w:val="24"/>
            <w:szCs w:val="24"/>
            <w:lang w:eastAsia="cs-CZ"/>
            <w14:ligatures w14:val="standardContextual"/>
          </w:rPr>
          <w:tab/>
        </w:r>
        <w:r w:rsidRPr="00E6329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_Toc203466125 \h </w:instrText>
        </w:r>
        <w:r>
          <w:rPr>
            <w:noProof/>
            <w:webHidden/>
          </w:rPr>
        </w:r>
        <w:r>
          <w:rPr>
            <w:noProof/>
            <w:webHidden/>
          </w:rPr>
          <w:fldChar w:fldCharType="separate"/>
        </w:r>
        <w:r w:rsidR="00004413">
          <w:rPr>
            <w:noProof/>
            <w:webHidden/>
          </w:rPr>
          <w:t>29</w:t>
        </w:r>
        <w:r>
          <w:rPr>
            <w:noProof/>
            <w:webHidden/>
          </w:rPr>
          <w:fldChar w:fldCharType="end"/>
        </w:r>
      </w:hyperlink>
    </w:p>
    <w:p w14:paraId="511B18B9" w14:textId="071A129F" w:rsidR="00490C7A" w:rsidRDefault="00490C7A">
      <w:pPr>
        <w:pStyle w:val="Obsah1"/>
        <w:rPr>
          <w:rFonts w:eastAsiaTheme="minorEastAsia"/>
          <w:caps w:val="0"/>
          <w:noProof/>
          <w:kern w:val="2"/>
          <w:sz w:val="24"/>
          <w:szCs w:val="24"/>
          <w:lang w:eastAsia="cs-CZ"/>
          <w14:ligatures w14:val="standardContextual"/>
        </w:rPr>
      </w:pPr>
      <w:hyperlink w:anchor="_Toc203466126" w:history="1">
        <w:r w:rsidRPr="00E6329E">
          <w:rPr>
            <w:rStyle w:val="Hypertextovodkaz"/>
          </w:rPr>
          <w:t>23.</w:t>
        </w:r>
        <w:r>
          <w:rPr>
            <w:rFonts w:eastAsiaTheme="minorEastAsia"/>
            <w:caps w:val="0"/>
            <w:noProof/>
            <w:kern w:val="2"/>
            <w:sz w:val="24"/>
            <w:szCs w:val="24"/>
            <w:lang w:eastAsia="cs-CZ"/>
            <w14:ligatures w14:val="standardContextual"/>
          </w:rPr>
          <w:tab/>
        </w:r>
        <w:r w:rsidRPr="00E6329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_Toc203466126 \h </w:instrText>
        </w:r>
        <w:r>
          <w:rPr>
            <w:noProof/>
            <w:webHidden/>
          </w:rPr>
        </w:r>
        <w:r>
          <w:rPr>
            <w:noProof/>
            <w:webHidden/>
          </w:rPr>
          <w:fldChar w:fldCharType="separate"/>
        </w:r>
        <w:r w:rsidR="00004413">
          <w:rPr>
            <w:noProof/>
            <w:webHidden/>
          </w:rPr>
          <w:t>29</w:t>
        </w:r>
        <w:r>
          <w:rPr>
            <w:noProof/>
            <w:webHidden/>
          </w:rPr>
          <w:fldChar w:fldCharType="end"/>
        </w:r>
      </w:hyperlink>
    </w:p>
    <w:p w14:paraId="17905B3C" w14:textId="25F5EE03" w:rsidR="00490C7A" w:rsidRDefault="00490C7A">
      <w:pPr>
        <w:pStyle w:val="Obsah1"/>
        <w:rPr>
          <w:rFonts w:eastAsiaTheme="minorEastAsia"/>
          <w:caps w:val="0"/>
          <w:noProof/>
          <w:kern w:val="2"/>
          <w:sz w:val="24"/>
          <w:szCs w:val="24"/>
          <w:lang w:eastAsia="cs-CZ"/>
          <w14:ligatures w14:val="standardContextual"/>
        </w:rPr>
      </w:pPr>
      <w:hyperlink w:anchor="_Toc203466127" w:history="1">
        <w:r w:rsidRPr="00E6329E">
          <w:rPr>
            <w:rStyle w:val="Hypertextovodkaz"/>
          </w:rPr>
          <w:t>24.</w:t>
        </w:r>
        <w:r>
          <w:rPr>
            <w:rFonts w:eastAsiaTheme="minorEastAsia"/>
            <w:caps w:val="0"/>
            <w:noProof/>
            <w:kern w:val="2"/>
            <w:sz w:val="24"/>
            <w:szCs w:val="24"/>
            <w:lang w:eastAsia="cs-CZ"/>
            <w14:ligatures w14:val="standardContextual"/>
          </w:rPr>
          <w:tab/>
        </w:r>
        <w:r w:rsidRPr="00E6329E">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_Toc203466127 \h </w:instrText>
        </w:r>
        <w:r>
          <w:rPr>
            <w:noProof/>
            <w:webHidden/>
          </w:rPr>
        </w:r>
        <w:r>
          <w:rPr>
            <w:noProof/>
            <w:webHidden/>
          </w:rPr>
          <w:fldChar w:fldCharType="separate"/>
        </w:r>
        <w:r w:rsidR="00004413">
          <w:rPr>
            <w:noProof/>
            <w:webHidden/>
          </w:rPr>
          <w:t>31</w:t>
        </w:r>
        <w:r>
          <w:rPr>
            <w:noProof/>
            <w:webHidden/>
          </w:rPr>
          <w:fldChar w:fldCharType="end"/>
        </w:r>
      </w:hyperlink>
    </w:p>
    <w:p w14:paraId="1808C119" w14:textId="5757AA70" w:rsidR="00490C7A" w:rsidRDefault="00490C7A">
      <w:pPr>
        <w:pStyle w:val="Obsah1"/>
        <w:rPr>
          <w:rFonts w:eastAsiaTheme="minorEastAsia"/>
          <w:caps w:val="0"/>
          <w:noProof/>
          <w:kern w:val="2"/>
          <w:sz w:val="24"/>
          <w:szCs w:val="24"/>
          <w:lang w:eastAsia="cs-CZ"/>
          <w14:ligatures w14:val="standardContextual"/>
        </w:rPr>
      </w:pPr>
      <w:hyperlink w:anchor="_Toc203466128" w:history="1">
        <w:r w:rsidRPr="00E6329E">
          <w:rPr>
            <w:rStyle w:val="Hypertextovodkaz"/>
          </w:rPr>
          <w:t>25.</w:t>
        </w:r>
        <w:r>
          <w:rPr>
            <w:rFonts w:eastAsiaTheme="minorEastAsia"/>
            <w:caps w:val="0"/>
            <w:noProof/>
            <w:kern w:val="2"/>
            <w:sz w:val="24"/>
            <w:szCs w:val="24"/>
            <w:lang w:eastAsia="cs-CZ"/>
            <w14:ligatures w14:val="standardContextual"/>
          </w:rPr>
          <w:tab/>
        </w:r>
        <w:r w:rsidRPr="00E6329E">
          <w:rPr>
            <w:rStyle w:val="Hypertextovodkaz"/>
          </w:rPr>
          <w:t>PŘÍLOHY TĚCHTO POKYNŮ</w:t>
        </w:r>
        <w:r>
          <w:rPr>
            <w:noProof/>
            <w:webHidden/>
          </w:rPr>
          <w:tab/>
        </w:r>
        <w:r>
          <w:rPr>
            <w:noProof/>
            <w:webHidden/>
          </w:rPr>
          <w:fldChar w:fldCharType="begin"/>
        </w:r>
        <w:r>
          <w:rPr>
            <w:noProof/>
            <w:webHidden/>
          </w:rPr>
          <w:instrText xml:space="preserve"> PAGEREF _Toc203466128 \h </w:instrText>
        </w:r>
        <w:r>
          <w:rPr>
            <w:noProof/>
            <w:webHidden/>
          </w:rPr>
        </w:r>
        <w:r>
          <w:rPr>
            <w:noProof/>
            <w:webHidden/>
          </w:rPr>
          <w:fldChar w:fldCharType="separate"/>
        </w:r>
        <w:r w:rsidR="00004413">
          <w:rPr>
            <w:noProof/>
            <w:webHidden/>
          </w:rPr>
          <w:t>31</w:t>
        </w:r>
        <w:r>
          <w:rPr>
            <w:noProof/>
            <w:webHidden/>
          </w:rPr>
          <w:fldChar w:fldCharType="end"/>
        </w:r>
      </w:hyperlink>
    </w:p>
    <w:p w14:paraId="7899C995" w14:textId="22E4ADAE"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03466104"/>
      <w:r>
        <w:lastRenderedPageBreak/>
        <w:t>ÚVODNÍ USTANOVENÍ</w:t>
      </w:r>
      <w:bookmarkEnd w:id="4"/>
    </w:p>
    <w:p w14:paraId="790D1744" w14:textId="59C6C320"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 xml:space="preserve">dalšími právními předpisy. </w:t>
      </w:r>
      <w:r w:rsidR="00117830">
        <w:t>Podáním nabídky</w:t>
      </w:r>
      <w:r>
        <w:t xml:space="preserve"> účastník zadávacího řízení zcela</w:t>
      </w:r>
      <w:r w:rsidR="00845C50">
        <w:t xml:space="preserve"> a </w:t>
      </w:r>
      <w:r>
        <w:t xml:space="preserve">bez výhrad akceptuje zadávací podmínky této veřejné zakázky. </w:t>
      </w:r>
    </w:p>
    <w:p w14:paraId="06428684" w14:textId="40F06E34"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62C0A2F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 xml:space="preserve">zadávací dokumentaci, </w:t>
      </w:r>
      <w:r w:rsidR="00FE28E1">
        <w:t xml:space="preserve">mohou </w:t>
      </w:r>
      <w:r>
        <w:t>mít podle okolností za následek vyřazení nabídky</w:t>
      </w:r>
      <w:r w:rsidR="00845C50">
        <w:t xml:space="preserve"> a </w:t>
      </w:r>
      <w:r>
        <w:t>vyloučení účastníka zadávacího řízení ze zadávacího řízení této veřejné zakázky.</w:t>
      </w:r>
    </w:p>
    <w:p w14:paraId="23CF126D" w14:textId="1338FB62"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FE28E1">
        <w:t>vyhotoven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04E42435" w:rsidR="0035531B" w:rsidRDefault="0035531B" w:rsidP="0035531B">
      <w:pPr>
        <w:pStyle w:val="Text1-1"/>
      </w:pPr>
      <w:r>
        <w:t>Dodavatelé nesou veškeré náklady spojené</w:t>
      </w:r>
      <w:r w:rsidR="00845C50">
        <w:t xml:space="preserve"> s </w:t>
      </w:r>
      <w:r>
        <w:t>účastí</w:t>
      </w:r>
      <w:r w:rsidR="00092CC9">
        <w:t xml:space="preserve"> </w:t>
      </w:r>
      <w:r w:rsidR="00902B5E">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62FF4B2D"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FE28E1">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FE28E1">
        <w:t> možn</w:t>
      </w:r>
      <w:r w:rsidR="00BF6A1D">
        <w:t>ý</w:t>
      </w:r>
      <w:r w:rsidR="00FE28E1">
        <w:t xml:space="preserve">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203466105"/>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0E577BA6" w:rsidR="0035531B" w:rsidRDefault="0035531B" w:rsidP="00724F50">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1F39B987" w14:textId="77777777" w:rsidR="0035531B" w:rsidRDefault="0035531B" w:rsidP="0035531B">
      <w:pPr>
        <w:pStyle w:val="Nadpis1-1"/>
      </w:pPr>
      <w:bookmarkStart w:id="6" w:name="_Toc203466106"/>
      <w:r>
        <w:lastRenderedPageBreak/>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0ACC4333" w:rsidR="0035531B" w:rsidRDefault="0035531B" w:rsidP="0035531B">
      <w:pPr>
        <w:pStyle w:val="Text1-1"/>
      </w:pPr>
      <w:r>
        <w:t>Kontaktní osobou zadavatele pro zadávací řízení je:</w:t>
      </w:r>
      <w:r w:rsidR="00C03643">
        <w:t xml:space="preserve"> Helena Baštářová</w:t>
      </w:r>
    </w:p>
    <w:p w14:paraId="12846120" w14:textId="77777777" w:rsidR="00C03643" w:rsidRDefault="00C03643" w:rsidP="00C03643">
      <w:pPr>
        <w:pStyle w:val="Textbezslovn"/>
        <w:spacing w:after="0"/>
      </w:pPr>
      <w:r>
        <w:t xml:space="preserve">telefon: </w:t>
      </w:r>
      <w:r>
        <w:tab/>
        <w:t>+420 724 129 033</w:t>
      </w:r>
    </w:p>
    <w:p w14:paraId="7B8ED02E" w14:textId="77777777" w:rsidR="00C03643" w:rsidRDefault="00C03643" w:rsidP="00C03643">
      <w:pPr>
        <w:pStyle w:val="Textbezslovn"/>
        <w:spacing w:after="0"/>
      </w:pPr>
      <w:r>
        <w:t xml:space="preserve">e-mail: </w:t>
      </w:r>
      <w:r>
        <w:tab/>
        <w:t>Bastarova@spravazeleznic.cz</w:t>
      </w:r>
    </w:p>
    <w:p w14:paraId="30D56076" w14:textId="77777777" w:rsidR="00C03643" w:rsidRDefault="00C03643" w:rsidP="00C03643">
      <w:pPr>
        <w:pStyle w:val="Textbezslovn"/>
        <w:spacing w:after="0"/>
      </w:pPr>
      <w:r>
        <w:t xml:space="preserve">adresa: </w:t>
      </w:r>
      <w:r>
        <w:tab/>
        <w:t>Správa železnic, státní organizace</w:t>
      </w:r>
    </w:p>
    <w:p w14:paraId="0D73F93B" w14:textId="04E24A24" w:rsidR="00C03643" w:rsidRDefault="00C03643" w:rsidP="00C03643">
      <w:pPr>
        <w:pStyle w:val="Textbezslovn"/>
        <w:spacing w:after="0"/>
      </w:pPr>
      <w:r>
        <w:t xml:space="preserve">                      Stavební správa západ, Ke Štvanici 656/3, 186 00 Praha 8</w:t>
      </w:r>
    </w:p>
    <w:p w14:paraId="701C82F5" w14:textId="77777777" w:rsidR="0035531B" w:rsidRDefault="0035531B" w:rsidP="0035531B">
      <w:pPr>
        <w:pStyle w:val="Nadpis1-1"/>
      </w:pPr>
      <w:bookmarkStart w:id="7" w:name="_Toc203466107"/>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60709368" w:rsidR="0035531B" w:rsidRDefault="00C03643" w:rsidP="0035531B">
      <w:pPr>
        <w:pStyle w:val="Textbezslovn"/>
      </w:pPr>
      <w:r>
        <w:t>R</w:t>
      </w:r>
      <w:r w:rsidRPr="00C03643">
        <w:t>ealizací stavby se optimalizují vnitřní prostory výpravní budovy, zvýší se komfort pro pohyb a pobyt cestujících v rámci budovy, budou zřízeny prvky interoperability. Veřejně přístupné prostory budou vybaveny prvky pro zvýšení informovanosti a bezpečnosti cestujících.</w:t>
      </w:r>
    </w:p>
    <w:p w14:paraId="612921F0" w14:textId="77777777" w:rsidR="0035531B" w:rsidRDefault="0035531B" w:rsidP="0035531B">
      <w:pPr>
        <w:pStyle w:val="Text1-1"/>
      </w:pPr>
      <w:r>
        <w:t>Předmět plnění veřejné zakázky</w:t>
      </w:r>
    </w:p>
    <w:p w14:paraId="7A39EF43" w14:textId="2E0E09FD" w:rsidR="00C03643" w:rsidRDefault="00C03643" w:rsidP="00C03643">
      <w:pPr>
        <w:pStyle w:val="Text1-2"/>
        <w:numPr>
          <w:ilvl w:val="0"/>
          <w:numId w:val="0"/>
        </w:numPr>
        <w:ind w:left="709" w:hanging="737"/>
      </w:pPr>
      <w:r>
        <w:t xml:space="preserve">            Předmětem plnění veřejné zakázky je zhotovení stavby </w:t>
      </w:r>
      <w:r w:rsidRPr="00124CEF">
        <w:rPr>
          <w:b/>
          <w:bCs/>
        </w:rPr>
        <w:t>„Rekonstrukce výpravní budovy v </w:t>
      </w:r>
      <w:proofErr w:type="spellStart"/>
      <w:r w:rsidRPr="00124CEF">
        <w:rPr>
          <w:b/>
          <w:bCs/>
        </w:rPr>
        <w:t>žst</w:t>
      </w:r>
      <w:proofErr w:type="spellEnd"/>
      <w:r w:rsidRPr="00124CEF">
        <w:rPr>
          <w:b/>
          <w:bCs/>
        </w:rPr>
        <w:t>. Tábor</w:t>
      </w:r>
      <w:r>
        <w:t xml:space="preserve">“. Cílem akce je celková rekonstrukce budovy zahrnující i demolici stávajících technicky a provozně nevyhovujících objektů a náhradu těchto objektů novostavbou. Součástí stavby je i úprava podchodu, který ústí schodištěm směrem do přednádražního prostoru.  </w:t>
      </w:r>
    </w:p>
    <w:p w14:paraId="57E4002E" w14:textId="0600E5BD" w:rsidR="00C03643" w:rsidRPr="00C03643" w:rsidRDefault="00C03643" w:rsidP="00C03643">
      <w:pPr>
        <w:spacing w:after="120" w:line="276" w:lineRule="auto"/>
        <w:jc w:val="both"/>
        <w:rPr>
          <w:rFonts w:ascii="Verdana" w:hAnsi="Verdana"/>
        </w:rPr>
      </w:pPr>
      <w:r>
        <w:rPr>
          <w:rFonts w:ascii="Verdana" w:hAnsi="Verdana"/>
        </w:rPr>
        <w:t xml:space="preserve">           </w:t>
      </w:r>
      <w:r w:rsidRPr="00C03643">
        <w:rPr>
          <w:rFonts w:ascii="Verdana" w:hAnsi="Verdana"/>
        </w:rPr>
        <w:t>Rozsah Díla „Rekonstrukce výpravní budovy v </w:t>
      </w:r>
      <w:proofErr w:type="spellStart"/>
      <w:r w:rsidRPr="00C03643">
        <w:rPr>
          <w:rFonts w:ascii="Verdana" w:hAnsi="Verdana"/>
        </w:rPr>
        <w:t>žst</w:t>
      </w:r>
      <w:proofErr w:type="spellEnd"/>
      <w:r w:rsidRPr="00C03643">
        <w:rPr>
          <w:rFonts w:ascii="Verdana" w:hAnsi="Verdana"/>
        </w:rPr>
        <w:t>. Tábor“ je:</w:t>
      </w:r>
    </w:p>
    <w:p w14:paraId="60E7C9F0"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zhotovení stavby dle zadávací dokumentace,</w:t>
      </w:r>
    </w:p>
    <w:p w14:paraId="373AE53D"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zpracování Realizační dokumentace stavby,</w:t>
      </w:r>
    </w:p>
    <w:p w14:paraId="697921F6"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zajištění osvědčení o shodě oznámeným subjektem</w:t>
      </w:r>
    </w:p>
    <w:p w14:paraId="6718BB2C" w14:textId="3D7FE879"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vypracování Dokumentace skutečného provedení stavby včetně geodetické části</w:t>
      </w:r>
      <w:r w:rsidR="00EA6796">
        <w:rPr>
          <w:rFonts w:ascii="Verdana" w:hAnsi="Verdana"/>
        </w:rPr>
        <w:t xml:space="preserve"> </w:t>
      </w:r>
      <w:r w:rsidR="00EA6796">
        <w:t xml:space="preserve">a doklady pro kolaudaci (popis odchylek a </w:t>
      </w:r>
      <w:r w:rsidR="00EA6796" w:rsidRPr="00D673EF">
        <w:t>dokumentaci pro povolení stavby s</w:t>
      </w:r>
      <w:r w:rsidR="00EA6796">
        <w:t> </w:t>
      </w:r>
      <w:r w:rsidR="00EA6796" w:rsidRPr="00D673EF">
        <w:t>vyznačením odchylek</w:t>
      </w:r>
      <w:r w:rsidR="00EA6796">
        <w:t>)</w:t>
      </w:r>
      <w:r w:rsidRPr="00C03643">
        <w:rPr>
          <w:rFonts w:ascii="Verdana" w:hAnsi="Verdana"/>
        </w:rPr>
        <w:t>.</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E15F80" w:rsidRDefault="00730846" w:rsidP="00E15F80">
      <w:pPr>
        <w:pStyle w:val="Textbezslovn"/>
        <w:spacing w:after="0"/>
      </w:pPr>
      <w:r w:rsidRPr="00E15F80">
        <w:t>CPV kód 45213320-2 - Stavební úpravy objektů sloužících železniční dopravě</w:t>
      </w:r>
    </w:p>
    <w:p w14:paraId="13B32CAE" w14:textId="77777777" w:rsidR="00730846" w:rsidRPr="00E15F80" w:rsidRDefault="00730846" w:rsidP="00E15F80">
      <w:pPr>
        <w:pStyle w:val="Textbezslovn"/>
        <w:spacing w:after="0"/>
      </w:pPr>
      <w:r w:rsidRPr="00E15F80">
        <w:t>CPV kód 45454100-5 – Rekonstrukce budov</w:t>
      </w:r>
    </w:p>
    <w:p w14:paraId="143ABBB9" w14:textId="7855AA5C" w:rsidR="00E15F80" w:rsidRDefault="00E15F80" w:rsidP="00E15F80">
      <w:pPr>
        <w:pStyle w:val="Textbezslovn"/>
        <w:spacing w:after="0"/>
      </w:pPr>
      <w:r w:rsidRPr="00E15F80">
        <w:t>CPV kód 45111100-9 – Demoliční práce</w:t>
      </w:r>
    </w:p>
    <w:p w14:paraId="6A32D389" w14:textId="77777777" w:rsidR="00924FBA" w:rsidRDefault="00924FBA" w:rsidP="00E15F80">
      <w:pPr>
        <w:pStyle w:val="Textbezslovn"/>
        <w:spacing w:after="0"/>
      </w:pP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203466108"/>
      <w:r>
        <w:lastRenderedPageBreak/>
        <w:t>ZDROJE FINANCOVÁNÍ</w:t>
      </w:r>
      <w:r w:rsidR="00845C50">
        <w:t xml:space="preserve"> a </w:t>
      </w:r>
      <w:r>
        <w:t>PŘEDPOKLÁDANÁ HODNOTA VEŘEJNÉ ZAKÁZKY</w:t>
      </w:r>
      <w:bookmarkEnd w:id="8"/>
    </w:p>
    <w:p w14:paraId="5D4AEBB6" w14:textId="3DAFD473"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659C1369" w:rsidR="0044101C" w:rsidRPr="00E15F80" w:rsidRDefault="0044101C" w:rsidP="00E15F80">
      <w:pPr>
        <w:pStyle w:val="Text1-1"/>
        <w:rPr>
          <w:rStyle w:val="Tun9b"/>
          <w:b w:val="0"/>
        </w:rPr>
      </w:pPr>
      <w:r w:rsidRPr="00E15F80">
        <w:rPr>
          <w:rStyle w:val="Tun9b"/>
        </w:rPr>
        <w:t xml:space="preserve">Zadavatel nesděluje výši předpokládané hodnoty </w:t>
      </w:r>
      <w:r w:rsidR="005A7AC9" w:rsidRPr="00E15F80">
        <w:rPr>
          <w:rStyle w:val="Tun9b"/>
        </w:rPr>
        <w:t xml:space="preserve">veřejné </w:t>
      </w:r>
      <w:r w:rsidRPr="00E15F80">
        <w:rPr>
          <w:rStyle w:val="Tun9b"/>
        </w:rPr>
        <w:t>zakázky. Zadavatel stanovuje závaznou zadávací podmínku tak, že částka</w:t>
      </w:r>
      <w:r w:rsidR="00C103B8">
        <w:rPr>
          <w:rStyle w:val="Tun9b"/>
        </w:rPr>
        <w:t xml:space="preserve"> </w:t>
      </w:r>
      <w:r w:rsidR="008139D2">
        <w:rPr>
          <w:rStyle w:val="Tun9b"/>
        </w:rPr>
        <w:t>194 000 000</w:t>
      </w:r>
      <w:r w:rsidR="00C103B8" w:rsidRPr="00C103B8">
        <w:rPr>
          <w:rStyle w:val="Tun9b"/>
        </w:rPr>
        <w:t>,-</w:t>
      </w:r>
      <w:r w:rsidR="00C103B8" w:rsidRPr="00B83EC8">
        <w:rPr>
          <w:rStyle w:val="Tun9b"/>
        </w:rPr>
        <w:t xml:space="preserve"> </w:t>
      </w:r>
      <w:r w:rsidRPr="00B83EC8">
        <w:rPr>
          <w:rStyle w:val="Tun9b"/>
        </w:rPr>
        <w:t>Kč</w:t>
      </w:r>
      <w:r w:rsidRPr="00E15F80">
        <w:rPr>
          <w:rStyle w:val="Tun9b"/>
        </w:rPr>
        <w:t xml:space="preserve">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203466109"/>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D3F512B"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3" w:history="1">
        <w:r w:rsidR="003B7B64" w:rsidRPr="00A9747A">
          <w:rPr>
            <w:rStyle w:val="Hypertextovodkaz"/>
            <w:noProof w:val="0"/>
          </w:rPr>
          <w:t>https://sfdi.gov.cz/pravidla-a-metodiky/metodiky-schvalovane-sfdi</w:t>
        </w:r>
      </w:hyperlink>
      <w:r w:rsidR="003B7B64">
        <w:t xml:space="preserve"> </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10DE7B47" w:rsidR="00FE4A0B" w:rsidRDefault="00FE4A0B" w:rsidP="00FE4A0B">
      <w:pPr>
        <w:pStyle w:val="Textbezslovn"/>
        <w:tabs>
          <w:tab w:val="left" w:pos="1701"/>
        </w:tabs>
        <w:spacing w:after="0"/>
        <w:ind w:left="1701" w:hanging="964"/>
      </w:pPr>
      <w:r>
        <w:tab/>
      </w:r>
      <w:r w:rsidR="003E468D">
        <w:t>Metodika pro akceleraci, verze II – 06/2024, schváleno Centrální komisí Ministerstva dopravy dne 17. 6. 2024</w:t>
      </w:r>
    </w:p>
    <w:p w14:paraId="2DDE3881" w14:textId="77777777" w:rsidR="005039C0" w:rsidRDefault="005039C0" w:rsidP="00FE4A0B">
      <w:pPr>
        <w:pStyle w:val="Textbezslovn"/>
        <w:tabs>
          <w:tab w:val="left" w:pos="1701"/>
        </w:tabs>
        <w:spacing w:after="0"/>
        <w:ind w:left="1701" w:hanging="964"/>
      </w:pP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0AECD10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E468D">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9C58546" w14:textId="4E4A575E" w:rsidR="00E15F80" w:rsidRPr="00E15F80" w:rsidRDefault="00E15F80" w:rsidP="00E15F80">
      <w:pPr>
        <w:pStyle w:val="Odrka1-1"/>
      </w:pPr>
      <w:r w:rsidRPr="00E15F80">
        <w:t>Projektová dokumentace</w:t>
      </w:r>
      <w:r>
        <w:t xml:space="preserve"> PDPS</w:t>
      </w:r>
      <w:r w:rsidRPr="00E15F80">
        <w:t xml:space="preserve"> „Rekonstrukce výpravní budovy v </w:t>
      </w:r>
      <w:proofErr w:type="spellStart"/>
      <w:r w:rsidRPr="00E15F80">
        <w:t>žst</w:t>
      </w:r>
      <w:proofErr w:type="spellEnd"/>
      <w:r w:rsidRPr="00E15F80">
        <w:t xml:space="preserve">. Tábor“, zpracovatel APRIS s.r.o. K Roztokům č.p. 190, 165 00 Praha 6 - Suchdol, IČO: </w:t>
      </w:r>
      <w:r>
        <w:t>27183912</w:t>
      </w:r>
      <w:r w:rsidRPr="00E15F80">
        <w:t xml:space="preserve">.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203466110"/>
      <w:r>
        <w:t>VYSVĚTLENÍ, ZMĚNY</w:t>
      </w:r>
      <w:r w:rsidR="00845C50">
        <w:t xml:space="preserve"> a </w:t>
      </w:r>
      <w:r>
        <w:t>DOPLNĚNÍ ZADÁVACÍ DOKUMENTACE</w:t>
      </w:r>
      <w:bookmarkEnd w:id="10"/>
      <w:r>
        <w:t xml:space="preserve"> </w:t>
      </w:r>
    </w:p>
    <w:p w14:paraId="56F8E670" w14:textId="7251D0EA"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FE28E1" w:rsidRPr="00FE28E1">
        <w:t>není to však jeho zákonnou povinností a je čistě na jeho úvaze, pokud tak učiní</w:t>
      </w:r>
      <w:r w:rsidR="00FE28E1">
        <w:t xml:space="preserve">; </w:t>
      </w:r>
      <w:r w:rsidR="00092CC9">
        <w:t>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203466111"/>
      <w:r>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00CA0E51" w:rsidR="0035531B" w:rsidRDefault="0035531B" w:rsidP="00CC4380">
      <w:pPr>
        <w:pStyle w:val="Odrka1-2-"/>
      </w:pPr>
      <w:r>
        <w:t>výpisu</w:t>
      </w:r>
      <w:r w:rsidR="0060115D">
        <w:t xml:space="preserve"> z</w:t>
      </w:r>
      <w:r>
        <w:t xml:space="preserve"> </w:t>
      </w:r>
      <w:r w:rsidR="00FF71E8">
        <w:t xml:space="preserve">rejstříku </w:t>
      </w:r>
      <w:r>
        <w:t>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350694FE" w:rsidR="0035531B" w:rsidRDefault="0035531B" w:rsidP="00D10A2D">
      <w:pPr>
        <w:pStyle w:val="Odrka1-2-"/>
      </w:pPr>
      <w:r>
        <w:t xml:space="preserve">Provádění </w:t>
      </w:r>
      <w:r w:rsidRPr="00D10A2D">
        <w:t>staveb</w:t>
      </w:r>
      <w:r>
        <w:t>, jejich změn</w:t>
      </w:r>
      <w:r w:rsidR="00845C50">
        <w:t xml:space="preserve"> a </w:t>
      </w:r>
      <w:r>
        <w:t>odstraňování</w:t>
      </w:r>
      <w:r w:rsidR="00E15F80">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2FF4C76" w:rsidR="00B031AE" w:rsidRPr="00635975" w:rsidRDefault="00B031AE" w:rsidP="00E15F80">
      <w:pPr>
        <w:pStyle w:val="Odrka1-2-"/>
        <w:numPr>
          <w:ilvl w:val="0"/>
          <w:numId w:val="36"/>
        </w:numPr>
      </w:pPr>
      <w:r w:rsidRPr="00635975">
        <w:t>pozemní stavby</w:t>
      </w:r>
    </w:p>
    <w:p w14:paraId="38DC4CDC" w14:textId="77777777" w:rsidR="00B031AE" w:rsidRPr="00635975" w:rsidRDefault="00B031AE" w:rsidP="00B031AE">
      <w:pPr>
        <w:pStyle w:val="Odrka1-2-"/>
        <w:numPr>
          <w:ilvl w:val="0"/>
          <w:numId w:val="0"/>
        </w:numPr>
        <w:ind w:left="1531"/>
      </w:pPr>
      <w:r w:rsidRPr="00635975">
        <w:rPr>
          <w:b/>
        </w:rPr>
        <w:t>e)</w:t>
      </w:r>
      <w:r w:rsidRPr="00635975">
        <w:t xml:space="preserve"> technologická zařízení staveb</w:t>
      </w:r>
    </w:p>
    <w:p w14:paraId="767D7494" w14:textId="28751F62" w:rsidR="00B031AE" w:rsidRPr="00AB0CD5" w:rsidRDefault="00B031AE" w:rsidP="00B031AE">
      <w:pPr>
        <w:pStyle w:val="Odrka1-2-"/>
        <w:numPr>
          <w:ilvl w:val="0"/>
          <w:numId w:val="0"/>
        </w:numPr>
        <w:ind w:left="1531"/>
      </w:pPr>
      <w:r w:rsidRPr="00635975">
        <w:rPr>
          <w:b/>
        </w:rPr>
        <w:t>f)</w:t>
      </w:r>
      <w:r w:rsidRPr="00635975">
        <w:t xml:space="preserve"> technika prostředí </w:t>
      </w:r>
      <w:r w:rsidR="00885021" w:rsidRPr="00635975">
        <w:t>staveb – specializace</w:t>
      </w:r>
      <w:r w:rsidRPr="00635975">
        <w:t xml:space="preserve"> technická zařízení, nebo specializace vytápění a vzduchotechnika a specializace zdravotní</w:t>
      </w:r>
      <w:r w:rsidRPr="00AB0CD5">
        <w:t xml:space="preserve"> technika</w:t>
      </w:r>
    </w:p>
    <w:p w14:paraId="45EE37BE" w14:textId="61EEDA8A" w:rsidR="00B031AE" w:rsidRPr="00AB0CD5" w:rsidRDefault="00B031AE" w:rsidP="00B031AE">
      <w:pPr>
        <w:pStyle w:val="Odrka1-2-"/>
        <w:numPr>
          <w:ilvl w:val="0"/>
          <w:numId w:val="0"/>
        </w:numPr>
        <w:ind w:left="1531"/>
      </w:pPr>
      <w:r w:rsidRPr="00AB0CD5">
        <w:rPr>
          <w:b/>
        </w:rPr>
        <w:t>f)</w:t>
      </w:r>
      <w:r w:rsidRPr="00AB0CD5">
        <w:t xml:space="preserve"> technika prostředí </w:t>
      </w:r>
      <w:r w:rsidR="00885021" w:rsidRPr="00AB0CD5">
        <w:t>staveb – specializace</w:t>
      </w:r>
      <w:r w:rsidRPr="00AB0CD5">
        <w:t xml:space="preserve"> elektrotechnická zařízení</w:t>
      </w:r>
    </w:p>
    <w:p w14:paraId="7F37585D" w14:textId="06F7AADD" w:rsidR="0035531B" w:rsidRDefault="0035531B" w:rsidP="00B031AE">
      <w:pPr>
        <w:pStyle w:val="Odrka1-2-"/>
        <w:numPr>
          <w:ilvl w:val="0"/>
          <w:numId w:val="0"/>
        </w:numPr>
        <w:ind w:left="1531"/>
      </w:pPr>
      <w:r w:rsidRPr="00AB0CD5">
        <w:t>zákona č. 360/1992 Sb.,</w:t>
      </w:r>
      <w:r w:rsidR="00092CC9" w:rsidRPr="00AB0CD5">
        <w:t xml:space="preserve"> o </w:t>
      </w:r>
      <w:r w:rsidRPr="00AB0CD5">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21A53D3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F15F5E">
        <w:t xml:space="preserve"> </w:t>
      </w:r>
      <w:r w:rsidR="00C103B8" w:rsidRPr="00B83EC8">
        <w:rPr>
          <w:b/>
          <w:bCs/>
        </w:rPr>
        <w:t>70</w:t>
      </w:r>
      <w:r w:rsidR="00F15F5E" w:rsidRPr="00F15F5E">
        <w:rPr>
          <w:b/>
          <w:bCs/>
        </w:rPr>
        <w:t xml:space="preserve"> mil.</w:t>
      </w:r>
      <w:r w:rsidRPr="00F15F5E">
        <w:rPr>
          <w:b/>
          <w:bCs/>
        </w:rPr>
        <w:t xml:space="preserve"> 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5C1F01C2" w:rsidR="0035531B" w:rsidRPr="00635975" w:rsidRDefault="0035531B" w:rsidP="00CC4380">
      <w:pPr>
        <w:pStyle w:val="Textbezslovn"/>
      </w:pPr>
      <w:r w:rsidRPr="00635975">
        <w:t xml:space="preserve">Zadavatel požaduje předložení </w:t>
      </w:r>
      <w:r w:rsidRPr="00635975">
        <w:rPr>
          <w:b/>
        </w:rPr>
        <w:t>seznamu</w:t>
      </w:r>
      <w:r w:rsidRPr="00635975">
        <w:t xml:space="preserve"> stavebních prací </w:t>
      </w:r>
      <w:r w:rsidR="005629D8" w:rsidRPr="00635975">
        <w:t xml:space="preserve">spočívajících v provedení novostavby, rekonstrukce nebo opravy </w:t>
      </w:r>
      <w:r w:rsidRPr="00635975">
        <w:t xml:space="preserve">na </w:t>
      </w:r>
      <w:r w:rsidR="00D13174" w:rsidRPr="00635975">
        <w:rPr>
          <w:b/>
        </w:rPr>
        <w:t xml:space="preserve">pozemních </w:t>
      </w:r>
      <w:r w:rsidRPr="00635975">
        <w:rPr>
          <w:b/>
        </w:rPr>
        <w:t>stavbách</w:t>
      </w:r>
      <w:r w:rsidR="00427AD3" w:rsidRPr="00635975">
        <w:t xml:space="preserve"> </w:t>
      </w:r>
      <w:r w:rsidR="00427AD3" w:rsidRPr="00635975">
        <w:rPr>
          <w:rFonts w:ascii="Verdana" w:eastAsia="Verdana" w:hAnsi="Verdana" w:cs="Times New Roman"/>
          <w:color w:val="000000"/>
        </w:rPr>
        <w:t xml:space="preserve">ve smyslu </w:t>
      </w:r>
      <w:proofErr w:type="spellStart"/>
      <w:r w:rsidR="00427AD3" w:rsidRPr="00635975">
        <w:rPr>
          <w:rFonts w:ascii="Verdana" w:eastAsia="Verdana" w:hAnsi="Verdana" w:cs="Times New Roman"/>
          <w:color w:val="000000"/>
        </w:rPr>
        <w:t>ust</w:t>
      </w:r>
      <w:proofErr w:type="spellEnd"/>
      <w:r w:rsidR="00427AD3" w:rsidRPr="00635975">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2841D4" w:rsidRPr="00635975">
        <w:t xml:space="preserve">(dále jen „autorizační zákon“), </w:t>
      </w:r>
      <w:r w:rsidR="00427AD3" w:rsidRPr="00635975">
        <w:rPr>
          <w:rFonts w:ascii="Verdana" w:eastAsia="Verdana" w:hAnsi="Verdana" w:cs="Times New Roman"/>
          <w:color w:val="000000"/>
        </w:rPr>
        <w:t xml:space="preserve">a to </w:t>
      </w:r>
      <w:r w:rsidR="00427AD3" w:rsidRPr="00635975">
        <w:rPr>
          <w:rFonts w:ascii="Verdana" w:eastAsia="Verdana" w:hAnsi="Verdana" w:cs="Times New Roman"/>
          <w:b/>
          <w:bCs/>
          <w:color w:val="000000"/>
        </w:rPr>
        <w:t>s výjimkou</w:t>
      </w:r>
      <w:r w:rsidR="00427AD3" w:rsidRPr="00635975">
        <w:rPr>
          <w:rFonts w:ascii="Verdana" w:eastAsia="Verdana" w:hAnsi="Verdana" w:cs="Times New Roman"/>
          <w:color w:val="000000"/>
        </w:rPr>
        <w:t xml:space="preserve"> budov a hal pro výrobu</w:t>
      </w:r>
      <w:r w:rsidR="000C117A" w:rsidRPr="00635975">
        <w:rPr>
          <w:rFonts w:ascii="Verdana" w:eastAsia="Verdana" w:hAnsi="Verdana" w:cs="Times New Roman"/>
          <w:color w:val="000000"/>
        </w:rPr>
        <w:t>,</w:t>
      </w:r>
      <w:r w:rsidR="00427AD3" w:rsidRPr="00635975">
        <w:rPr>
          <w:rFonts w:ascii="Verdana" w:eastAsia="Verdana" w:hAnsi="Verdana" w:cs="Times New Roman"/>
          <w:color w:val="000000"/>
        </w:rPr>
        <w:t xml:space="preserve"> staveb pro zemědělství, skladování a staveb průmyslových</w:t>
      </w:r>
      <w:r w:rsidR="006C4D31" w:rsidRPr="00635975">
        <w:rPr>
          <w:rFonts w:ascii="Verdana" w:eastAsia="Verdana" w:hAnsi="Verdana" w:cs="Times New Roman"/>
          <w:color w:val="000000"/>
        </w:rPr>
        <w:t>,</w:t>
      </w:r>
      <w:r w:rsidRPr="00635975">
        <w:t xml:space="preserve"> </w:t>
      </w:r>
      <w:r w:rsidR="006C4D31" w:rsidRPr="00635975">
        <w:t xml:space="preserve">poskytnutých </w:t>
      </w:r>
      <w:r w:rsidR="00FE28E1" w:rsidRPr="00FE28E1">
        <w:t xml:space="preserve">tzn. realizovaných a dokončených </w:t>
      </w:r>
      <w:r w:rsidR="006C4D31" w:rsidRPr="00635975">
        <w:t xml:space="preserve">dodavatelem </w:t>
      </w:r>
      <w:r w:rsidRPr="00635975">
        <w:t>za posledních 5 let před zahájením zadávacího řízení (dále jako „</w:t>
      </w:r>
      <w:r w:rsidRPr="00635975">
        <w:rPr>
          <w:rStyle w:val="Tun9b"/>
        </w:rPr>
        <w:t>stavební práce</w:t>
      </w:r>
      <w:r w:rsidRPr="00635975">
        <w:t xml:space="preserve">“). Předloženým seznamem stavebních prací přitom musí dodavatel prokázat, že hodnota stavebních prací jím poskytnutých na uvedených stavbách za posledních 5 let </w:t>
      </w:r>
      <w:r w:rsidR="005F3082" w:rsidRPr="00635975">
        <w:t xml:space="preserve">před zahájením zadávacího řízení </w:t>
      </w:r>
      <w:r w:rsidRPr="00635975">
        <w:t>činí</w:t>
      </w:r>
      <w:r w:rsidR="00092CC9" w:rsidRPr="00635975">
        <w:t xml:space="preserve"> v </w:t>
      </w:r>
      <w:r w:rsidRPr="00635975">
        <w:t xml:space="preserve">součtu, včetně případných poddodávek, nejméně </w:t>
      </w:r>
      <w:r w:rsidR="00F15F5E" w:rsidRPr="00635975">
        <w:rPr>
          <w:b/>
          <w:bCs/>
        </w:rPr>
        <w:t xml:space="preserve">140 mil. </w:t>
      </w:r>
      <w:r w:rsidRPr="00635975">
        <w:rPr>
          <w:b/>
          <w:bCs/>
        </w:rPr>
        <w:t>Kč</w:t>
      </w:r>
      <w:r w:rsidRPr="00635975">
        <w:t xml:space="preserve"> bez DPH</w:t>
      </w:r>
      <w:r w:rsidR="00F15F5E" w:rsidRPr="00635975">
        <w:t>.</w:t>
      </w:r>
      <w:r w:rsidRPr="00635975">
        <w:t xml:space="preserve"> </w:t>
      </w:r>
      <w:r w:rsidR="005F3082" w:rsidRPr="00635975">
        <w:t xml:space="preserve">Hodnotou stavebních prací se </w:t>
      </w:r>
      <w:r w:rsidR="005F3082" w:rsidRPr="00635975">
        <w:rPr>
          <w:rFonts w:cs="Arial"/>
          <w:iCs/>
        </w:rPr>
        <w:t>pro účely posouzení splnění kritérií technické kvalifikace</w:t>
      </w:r>
      <w:r w:rsidR="005F3082" w:rsidRPr="00635975">
        <w:t xml:space="preserve"> rozumí cena, za kterou dodavatel provedl předmětné stavební práce; tato cena nebude upravována o míru inflace tak, aby odpovídala současným hodnotám stavebních prací.</w:t>
      </w:r>
    </w:p>
    <w:p w14:paraId="140AB979" w14:textId="75ABB26E" w:rsidR="00D13174" w:rsidRPr="00635975" w:rsidRDefault="0035531B" w:rsidP="00930B79">
      <w:pPr>
        <w:pStyle w:val="Textbezslovn"/>
      </w:pPr>
      <w:r w:rsidRPr="00635975">
        <w:t>Zadavatel dále požaduje, aby dodavatel kromě informací uvedených</w:t>
      </w:r>
      <w:r w:rsidR="00092CC9" w:rsidRPr="00635975">
        <w:t xml:space="preserve"> v</w:t>
      </w:r>
      <w:r w:rsidR="00E35F72" w:rsidRPr="00635975">
        <w:t xml:space="preserve"> </w:t>
      </w:r>
      <w:r w:rsidRPr="00635975">
        <w:t xml:space="preserve">seznamu stavebních prací předložil </w:t>
      </w:r>
      <w:r w:rsidRPr="00635975">
        <w:rPr>
          <w:rStyle w:val="Tun9b"/>
        </w:rPr>
        <w:t>osvědčení objednatelů</w:t>
      </w:r>
      <w:r w:rsidR="00092CC9" w:rsidRPr="00635975">
        <w:t xml:space="preserve"> o </w:t>
      </w:r>
      <w:r w:rsidRPr="00635975">
        <w:t>řádném poskytnutí</w:t>
      </w:r>
      <w:r w:rsidR="00845C50" w:rsidRPr="00635975">
        <w:t xml:space="preserve"> a </w:t>
      </w:r>
      <w:r w:rsidRPr="00635975">
        <w:t>dokončení nejvýznamnějších stavebních prací tak, aby prokázal, že dodavatel</w:t>
      </w:r>
      <w:r w:rsidR="00092CC9" w:rsidRPr="00635975">
        <w:t xml:space="preserve"> v </w:t>
      </w:r>
      <w:r w:rsidRPr="00635975">
        <w:t>posledních 5 letech před zahájením zadávacího řízení řádně poskytl</w:t>
      </w:r>
      <w:r w:rsidR="001F343C" w:rsidRPr="00635975">
        <w:t xml:space="preserve"> a dokončil alespoň následující nejvýznamnější stavební práce (dále jen jako „</w:t>
      </w:r>
      <w:r w:rsidR="001F343C" w:rsidRPr="00635975">
        <w:rPr>
          <w:rStyle w:val="Tun9b"/>
        </w:rPr>
        <w:t>nejvýznamnější stavební práce</w:t>
      </w:r>
      <w:r w:rsidR="00BE6934">
        <w:rPr>
          <w:rStyle w:val="Tun9b"/>
        </w:rPr>
        <w:t>)</w:t>
      </w:r>
      <w:r w:rsidR="00D13174" w:rsidRPr="00635975">
        <w:t>:</w:t>
      </w:r>
    </w:p>
    <w:p w14:paraId="7A7A10B9" w14:textId="20653692" w:rsidR="00D13174" w:rsidRDefault="00D13174" w:rsidP="00962108">
      <w:pPr>
        <w:pStyle w:val="Textbezslovn"/>
        <w:numPr>
          <w:ilvl w:val="0"/>
          <w:numId w:val="16"/>
        </w:numPr>
      </w:pPr>
      <w:r w:rsidRPr="00635975">
        <w:t xml:space="preserve">alespoň </w:t>
      </w:r>
      <w:r w:rsidR="00BE6934">
        <w:rPr>
          <w:b/>
        </w:rPr>
        <w:t>jednu</w:t>
      </w:r>
      <w:r w:rsidRPr="00635975">
        <w:t xml:space="preserve"> nejvýznamnější</w:t>
      </w:r>
      <w:r>
        <w:t xml:space="preserve"> stavební prác</w:t>
      </w:r>
      <w:r w:rsidR="00BE6934">
        <w:t>i</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2595371A" w:rsidR="001F15AF" w:rsidRPr="00635975" w:rsidRDefault="00D13174" w:rsidP="001F15AF">
      <w:pPr>
        <w:pStyle w:val="Odrka1-2-"/>
        <w:numPr>
          <w:ilvl w:val="1"/>
          <w:numId w:val="26"/>
        </w:numPr>
      </w:pPr>
      <w:r>
        <w:t xml:space="preserve">u </w:t>
      </w:r>
      <w:r w:rsidR="00BE6934">
        <w:t>níž</w:t>
      </w:r>
      <w:r>
        <w:t xml:space="preserve"> </w:t>
      </w:r>
      <w:r w:rsidRPr="001D3BC5">
        <w:rPr>
          <w:b/>
        </w:rPr>
        <w:t>hodnota</w:t>
      </w:r>
      <w:r w:rsidRPr="00635975">
        <w:t xml:space="preserve">, včetně případných poddodávek, musí dosahovat alespoň </w:t>
      </w:r>
      <w:r w:rsidR="00F15F5E" w:rsidRPr="00635975">
        <w:rPr>
          <w:b/>
          <w:bCs/>
        </w:rPr>
        <w:t>4</w:t>
      </w:r>
      <w:r w:rsidR="00BE6934">
        <w:rPr>
          <w:b/>
          <w:bCs/>
        </w:rPr>
        <w:t>0</w:t>
      </w:r>
      <w:r w:rsidR="00F15F5E" w:rsidRPr="00635975">
        <w:rPr>
          <w:b/>
          <w:bCs/>
        </w:rPr>
        <w:t xml:space="preserve"> mil. </w:t>
      </w:r>
      <w:r w:rsidRPr="00635975">
        <w:rPr>
          <w:b/>
          <w:bCs/>
        </w:rPr>
        <w:t>Kč</w:t>
      </w:r>
      <w:r w:rsidRPr="00635975">
        <w:t xml:space="preserve"> bez </w:t>
      </w:r>
      <w:r w:rsidR="009263B2" w:rsidRPr="00635975">
        <w:t>DPH,</w:t>
      </w:r>
      <w:r w:rsidR="001F15AF" w:rsidRPr="00635975">
        <w:t xml:space="preserve"> (částka Kč se vztahuje k hodnotě novostavby, rekonstrukce nebo opravy požadované pozemní stavby)</w:t>
      </w:r>
      <w:r w:rsidR="00937DC9" w:rsidRPr="00635975">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071AA182"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 xml:space="preserve">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FE28E1" w:rsidRPr="00FE28E1">
        <w:t xml:space="preserve">č. 586/1992 Sb., </w:t>
      </w:r>
      <w:r>
        <w:t>o daních z</w:t>
      </w:r>
      <w:r w:rsidR="00FE28E1">
        <w:t> </w:t>
      </w:r>
      <w:r>
        <w:t>příjmů</w:t>
      </w:r>
      <w:r w:rsidR="00FE28E1">
        <w:t>,</w:t>
      </w:r>
      <w:r w:rsidR="00FE28E1" w:rsidRPr="00FE28E1">
        <w:t xml:space="preserve"> ve znění pozdějších předpisů (dále jen „zákon o daních z příjmů“)</w:t>
      </w:r>
      <w:r>
        <w:t xml:space="preserve">.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5B0459D5" w14:textId="17F92F7F" w:rsidR="00FE28E1" w:rsidRPr="00FE28E1" w:rsidRDefault="00386196" w:rsidP="00FE28E1">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ani o technické zhodnocení dle zákona o daních z</w:t>
      </w:r>
      <w:r w:rsidR="00FE28E1">
        <w:t> </w:t>
      </w:r>
      <w:r>
        <w:t>příjmů</w:t>
      </w:r>
      <w:r w:rsidR="00FE28E1">
        <w:t>.</w:t>
      </w:r>
      <w:r w:rsidR="00FE28E1" w:rsidRPr="00FE28E1">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635975">
        <w:t xml:space="preserve">posledních </w:t>
      </w:r>
      <w:r w:rsidRPr="00635975">
        <w:t xml:space="preserve">5 let </w:t>
      </w:r>
      <w:r w:rsidR="00676009" w:rsidRPr="00635975">
        <w:t xml:space="preserve">před zahájením zadávacího řízení </w:t>
      </w:r>
      <w:r w:rsidRPr="00635975">
        <w:t xml:space="preserve">se </w:t>
      </w:r>
      <w:r w:rsidR="000316E5" w:rsidRPr="00635975">
        <w:t xml:space="preserve">pro účely prokázání technické kvalifikace ohledně referenčních zakázek </w:t>
      </w:r>
      <w:r w:rsidRPr="00635975">
        <w:t xml:space="preserve">považuje za splněnou, pokud byly stavební/nejvýznamnější stavební práce </w:t>
      </w:r>
      <w:r w:rsidR="000316E5" w:rsidRPr="00635975">
        <w:t xml:space="preserve">dokončeny </w:t>
      </w:r>
      <w:r w:rsidRPr="00635975">
        <w:t>v průběhu této doby</w:t>
      </w:r>
      <w:r w:rsidR="000316E5" w:rsidRPr="00635975">
        <w:t xml:space="preserve"> nebo kdykoli po zahájení zadávacího řízení, včetně doby po podání nabídek, a to nejpozději do doby zadavatelem případně stanovené k předložení údajů a dokladů dle § 46 ZZVZ. Pro</w:t>
      </w:r>
      <w:r w:rsidRPr="00635975">
        <w:t xml:space="preserve">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635975">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A14E57">
      <w:pPr>
        <w:pStyle w:val="Odstavec1-1a"/>
        <w:numPr>
          <w:ilvl w:val="0"/>
          <w:numId w:val="37"/>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4F46D61E"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w:t>
      </w:r>
      <w:r w:rsidR="00FE28E1">
        <w:t>/konsorcium</w:t>
      </w:r>
      <w:r w:rsidRPr="001D5A3F">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2E86151D"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w:t>
      </w:r>
      <w:r w:rsidR="00467249">
        <w:t>, která splní veškeré kvalifikační požadavky pro danou funkci</w:t>
      </w:r>
      <w:r w:rsidRPr="001D5A3F">
        <w:t>.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w:t>
      </w:r>
      <w:r w:rsidR="00145DC6">
        <w:t xml:space="preserve"> pro tutéž pozici</w:t>
      </w:r>
      <w:r w:rsidR="007C26A5">
        <w:t>, může být ve smlouvě uvedena</w:t>
      </w:r>
      <w:r w:rsidR="00F612DA">
        <w:t>,</w:t>
      </w:r>
      <w:r w:rsidR="00E35F72">
        <w:t xml:space="preserve"> </w:t>
      </w:r>
      <w:r w:rsidR="00F612DA" w:rsidRPr="002B4A29">
        <w:t>s</w:t>
      </w:r>
      <w:r w:rsidR="00F612DA">
        <w:t> </w:t>
      </w:r>
      <w:r w:rsidR="00F612DA" w:rsidRPr="002B4A29">
        <w:t>výjimkou</w:t>
      </w:r>
      <w:r w:rsidR="00F612DA">
        <w:t xml:space="preserve"> specialisty (vedoucí prací) na pozemní stavby – zástupce</w:t>
      </w:r>
      <w:r w:rsidR="00F612DA" w:rsidRPr="005C2A45">
        <w:t xml:space="preserve"> </w:t>
      </w:r>
      <w:r w:rsidR="00F612DA" w:rsidRPr="005C2A45">
        <w:lastRenderedPageBreak/>
        <w:t>stavbyvedoucího</w:t>
      </w:r>
      <w:r w:rsidR="00F612DA">
        <w:t xml:space="preserve">, </w:t>
      </w:r>
      <w:r w:rsidR="007C26A5">
        <w:t xml:space="preserve">na příslušné pozici člena odborného personálu pouze jedna fyzická osoba. Tuto osobu je dodavatel povinen určit nejpozději v rámci součinnosti před uzavřením smlouvy. </w:t>
      </w:r>
      <w:r w:rsidR="00AD4787">
        <w:t xml:space="preserve">Dodavatel je oprávněn určit až 3 osoby na pozici specialisty (vedoucí prací) na pozemní stavby – zástupce stavbyvedoucího, přičemž každá z těchto osob musí v plném rozsahu samostatně prokázat kvalifikační kritéria požadovaná na výkon této funkce.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E35F72" w:rsidRDefault="0035531B" w:rsidP="00962108">
      <w:pPr>
        <w:pStyle w:val="Odstavec1-1a"/>
        <w:numPr>
          <w:ilvl w:val="0"/>
          <w:numId w:val="12"/>
        </w:numPr>
        <w:rPr>
          <w:rStyle w:val="Tun9b"/>
        </w:rPr>
      </w:pPr>
      <w:r w:rsidRPr="00E35F72">
        <w:rPr>
          <w:rStyle w:val="Tun9b"/>
        </w:rPr>
        <w:t>stavbyvedoucí</w:t>
      </w:r>
    </w:p>
    <w:p w14:paraId="35BB3771" w14:textId="77777777" w:rsidR="0035531B" w:rsidRDefault="0035531B" w:rsidP="001D5A3F">
      <w:pPr>
        <w:pStyle w:val="Odrka1-2-"/>
      </w:pPr>
      <w:r w:rsidRPr="00E35F72">
        <w:t>nejméně 5 let praxe</w:t>
      </w:r>
      <w:r w:rsidR="00092CC9" w:rsidRPr="00E35F72">
        <w:t xml:space="preserve"> v </w:t>
      </w:r>
      <w:r w:rsidRPr="00E35F72">
        <w:t xml:space="preserve">řízení provádění </w:t>
      </w:r>
      <w:r w:rsidR="001D5A3F" w:rsidRPr="00E35F72">
        <w:t xml:space="preserve">pozemních </w:t>
      </w:r>
      <w:r w:rsidRPr="00E35F72">
        <w:t xml:space="preserve">staveb; </w:t>
      </w:r>
    </w:p>
    <w:p w14:paraId="008620EF" w14:textId="42649327" w:rsidR="00643FB4" w:rsidRPr="00643FB4" w:rsidRDefault="00643FB4" w:rsidP="00643FB4">
      <w:pPr>
        <w:pStyle w:val="Odrka1-2-"/>
      </w:pPr>
      <w:r>
        <w:t>zkušenost</w:t>
      </w:r>
      <w:r w:rsidRPr="00643FB4">
        <w:t xml:space="preserve"> s řízením realizace alespoň jedné zakázky na stavební práce, jež zahrnovala novostavbu, rekonstrukci nebo opravu pozemní stavby ve smyslu </w:t>
      </w:r>
      <w:proofErr w:type="spellStart"/>
      <w:r w:rsidRPr="00643FB4">
        <w:t>ust</w:t>
      </w:r>
      <w:proofErr w:type="spellEnd"/>
      <w:r w:rsidRPr="00643FB4">
        <w:t xml:space="preserve">. § 5 odst. 3 písm. a) autorizačního zákona, s výjimkou budov a hal pro výrobu, staveb pro zemědělství, skladování a staveb průmyslových, v hodnotě nejméně </w:t>
      </w:r>
      <w:r w:rsidRPr="00643FB4">
        <w:rPr>
          <w:b/>
          <w:bCs/>
        </w:rPr>
        <w:t>4</w:t>
      </w:r>
      <w:r w:rsidR="00BE6934">
        <w:rPr>
          <w:b/>
          <w:bCs/>
        </w:rPr>
        <w:t>0</w:t>
      </w:r>
      <w:r w:rsidRPr="00643FB4">
        <w:rPr>
          <w:b/>
          <w:bCs/>
        </w:rPr>
        <w:t xml:space="preserve"> mil. Kč</w:t>
      </w:r>
      <w:r w:rsidRPr="00643FB4">
        <w:t xml:space="preserve"> bez DPH, (částka Kč se vztahuje k hodnotě novostavby, rekonstrukce nebo opravy požadované pozemní stavby), a to v posledních 10 letech před zahájením zadávacího řízení;</w:t>
      </w:r>
    </w:p>
    <w:p w14:paraId="29B0A493" w14:textId="23F56852" w:rsidR="00E35F72" w:rsidRPr="00E35F72" w:rsidRDefault="001D5A3F" w:rsidP="00E35F72">
      <w:pPr>
        <w:pStyle w:val="Odrka1-2-"/>
      </w:pPr>
      <w:r w:rsidRPr="00E35F72">
        <w:t>musí předložit doklad o autorizaci v rozsahu dle § 5 odst. 3 písm. a)</w:t>
      </w:r>
      <w:r w:rsidR="00E35F72" w:rsidRPr="00E35F72">
        <w:t xml:space="preserve"> autorizačního zákona, tedy v oboru pozemní stavby;</w:t>
      </w:r>
    </w:p>
    <w:p w14:paraId="0C7CFF30" w14:textId="09AF4FBF" w:rsidR="001D5A3F" w:rsidRPr="00E35F72" w:rsidRDefault="001D5A3F" w:rsidP="00962108">
      <w:pPr>
        <w:pStyle w:val="Odstavec1-1a"/>
        <w:numPr>
          <w:ilvl w:val="0"/>
          <w:numId w:val="12"/>
        </w:numPr>
        <w:rPr>
          <w:rStyle w:val="Tun9b"/>
        </w:rPr>
      </w:pPr>
      <w:r w:rsidRPr="00E35F72">
        <w:rPr>
          <w:rStyle w:val="Tun9b"/>
        </w:rPr>
        <w:t xml:space="preserve">specialista (vedoucí prací) na pozemní </w:t>
      </w:r>
      <w:r w:rsidR="005B498B" w:rsidRPr="00E35F72">
        <w:rPr>
          <w:rStyle w:val="Tun9b"/>
        </w:rPr>
        <w:t>stavby – zástupce</w:t>
      </w:r>
      <w:r w:rsidRPr="00E35F72">
        <w:rPr>
          <w:rStyle w:val="Tun9b"/>
        </w:rPr>
        <w:t xml:space="preserve"> stavbyvedoucího</w:t>
      </w:r>
      <w:r w:rsidR="003D6CB4">
        <w:rPr>
          <w:rStyle w:val="Tun9b"/>
        </w:rPr>
        <w:t xml:space="preserve"> </w:t>
      </w:r>
      <w:r w:rsidR="003D6CB4" w:rsidRPr="003D6CB4">
        <w:rPr>
          <w:rStyle w:val="Tun9b"/>
          <w:b w:val="0"/>
          <w:bCs/>
        </w:rPr>
        <w:t>(minimálně 1 osoba, maximálně 3 osoby)</w:t>
      </w:r>
    </w:p>
    <w:p w14:paraId="3F7D4D17" w14:textId="77777777" w:rsidR="0035531B" w:rsidRDefault="0035531B" w:rsidP="001D5A3F">
      <w:pPr>
        <w:pStyle w:val="Odrka1-2-"/>
      </w:pPr>
      <w:r w:rsidRPr="00E35F72">
        <w:t xml:space="preserve">nejméně 5 let </w:t>
      </w:r>
      <w:r w:rsidR="001D5A3F" w:rsidRPr="00E35F72">
        <w:t xml:space="preserve">praxe v oboru své specializace </w:t>
      </w:r>
      <w:r w:rsidR="00B011D7" w:rsidRPr="00E35F72">
        <w:t xml:space="preserve">(pozemní stavby) </w:t>
      </w:r>
      <w:r w:rsidR="001D5A3F" w:rsidRPr="00E35F72">
        <w:t>při provádění staveb</w:t>
      </w:r>
      <w:r w:rsidRPr="00E35F72">
        <w:t>;</w:t>
      </w:r>
    </w:p>
    <w:p w14:paraId="4503420C" w14:textId="276E2094" w:rsidR="0035531B" w:rsidRPr="00643FB4" w:rsidRDefault="001D5A3F" w:rsidP="00930B79">
      <w:pPr>
        <w:pStyle w:val="Odrka1-2-"/>
      </w:pPr>
      <w:r w:rsidRPr="00E35F72">
        <w:t>zkušenost s realizací alespoň jedné zakázky na stavební práce</w:t>
      </w:r>
      <w:r w:rsidR="000B3202" w:rsidRPr="00E35F72">
        <w:t xml:space="preserve">, jež zahrnovala novostavbu, rekonstrukci nebo opravu pozemní stavby ve smyslu </w:t>
      </w:r>
      <w:proofErr w:type="spellStart"/>
      <w:r w:rsidR="000B3202" w:rsidRPr="00E35F72">
        <w:t>ust</w:t>
      </w:r>
      <w:proofErr w:type="spellEnd"/>
      <w:r w:rsidR="000B3202" w:rsidRPr="00E35F72">
        <w:t xml:space="preserve">. § 5 odst. 3 písm. a) autorizačního zákona, s výjimkou budov a </w:t>
      </w:r>
      <w:r w:rsidR="000B3202" w:rsidRPr="00643FB4">
        <w:t>hal pro výrobu, staveb pro zemědělství, skladování a staveb průmyslových</w:t>
      </w:r>
      <w:r w:rsidR="002E7C6D" w:rsidRPr="00643FB4">
        <w:t>,</w:t>
      </w:r>
      <w:r w:rsidR="000B3202" w:rsidRPr="00643FB4">
        <w:t xml:space="preserve"> </w:t>
      </w:r>
      <w:r w:rsidR="002E7C6D" w:rsidRPr="00643FB4">
        <w:t xml:space="preserve">v </w:t>
      </w:r>
      <w:r w:rsidRPr="00643FB4">
        <w:t xml:space="preserve">hodnotě nejméně </w:t>
      </w:r>
      <w:r w:rsidR="00643FB4" w:rsidRPr="00643FB4">
        <w:rPr>
          <w:b/>
          <w:bCs/>
        </w:rPr>
        <w:t>2</w:t>
      </w:r>
      <w:r w:rsidR="00BE6934">
        <w:rPr>
          <w:b/>
          <w:bCs/>
        </w:rPr>
        <w:t>0</w:t>
      </w:r>
      <w:r w:rsidR="00643FB4" w:rsidRPr="00643FB4">
        <w:t xml:space="preserve"> </w:t>
      </w:r>
      <w:r w:rsidRPr="00643FB4">
        <w:rPr>
          <w:b/>
        </w:rPr>
        <w:t>mil. Kč</w:t>
      </w:r>
      <w:r w:rsidRPr="00643FB4">
        <w:t xml:space="preserve"> bez DPH</w:t>
      </w:r>
      <w:r w:rsidR="002E7C6D" w:rsidRPr="00643FB4">
        <w:t xml:space="preserve">, </w:t>
      </w:r>
      <w:r w:rsidRPr="00643FB4">
        <w:t>(částka Kč se vztahuje k hodnotě novostavby</w:t>
      </w:r>
      <w:r w:rsidR="002E7C6D" w:rsidRPr="00643FB4">
        <w:t>,</w:t>
      </w:r>
      <w:r w:rsidRPr="00643FB4">
        <w:t xml:space="preserve"> rekonstrukce </w:t>
      </w:r>
      <w:r w:rsidR="002E7C6D" w:rsidRPr="00643FB4">
        <w:t>nebo opravy požadované pozemní stavby</w:t>
      </w:r>
      <w:r w:rsidRPr="00643FB4">
        <w:t xml:space="preserve">), a to v posledních 10 letech před zahájením zadávacího řízení; </w:t>
      </w:r>
    </w:p>
    <w:p w14:paraId="37606F41" w14:textId="77777777" w:rsidR="00E35F72" w:rsidRPr="00E35F72" w:rsidRDefault="00E35F72" w:rsidP="00E35F72">
      <w:pPr>
        <w:pStyle w:val="Odrka1-2-"/>
      </w:pPr>
      <w:r w:rsidRPr="00643FB4">
        <w:t>musí předložit doklad o autorizaci v rozsahu dle §</w:t>
      </w:r>
      <w:r w:rsidRPr="00E35F72">
        <w:t xml:space="preserve"> 5 odst. 3 písm. a) autorizačního zákona, tedy v oboru pozemní stavby;</w:t>
      </w:r>
    </w:p>
    <w:p w14:paraId="723C6BB9" w14:textId="3648C9CF" w:rsidR="00D840C4" w:rsidRPr="00643FB4" w:rsidRDefault="0035531B" w:rsidP="00D840C4">
      <w:pPr>
        <w:pStyle w:val="Odstavec1-1a"/>
        <w:rPr>
          <w:rStyle w:val="Tun9b"/>
        </w:rPr>
      </w:pPr>
      <w:r w:rsidRPr="00643FB4">
        <w:rPr>
          <w:rStyle w:val="Tun9b"/>
        </w:rPr>
        <w:t xml:space="preserve">specialista (vedoucí prací) na </w:t>
      </w:r>
      <w:r w:rsidR="00FC668F" w:rsidRPr="00643FB4">
        <w:rPr>
          <w:rStyle w:val="Tun9b"/>
        </w:rPr>
        <w:t xml:space="preserve">technická zařízení </w:t>
      </w:r>
      <w:r w:rsidR="00255A03" w:rsidRPr="00643FB4">
        <w:rPr>
          <w:rStyle w:val="Tun9b"/>
        </w:rPr>
        <w:t>budov – vytápění</w:t>
      </w:r>
      <w:r w:rsidR="00D840C4" w:rsidRPr="00643FB4">
        <w:rPr>
          <w:rStyle w:val="Tun9b"/>
        </w:rPr>
        <w:t xml:space="preserve"> a vzduchotechnika</w:t>
      </w:r>
    </w:p>
    <w:p w14:paraId="21B3952C" w14:textId="77777777" w:rsidR="0035531B" w:rsidRPr="00643FB4" w:rsidRDefault="0035531B" w:rsidP="00930B79">
      <w:pPr>
        <w:pStyle w:val="Odrka1-2-"/>
      </w:pPr>
      <w:r w:rsidRPr="00643FB4">
        <w:t>nejméně 5 let praxe</w:t>
      </w:r>
      <w:r w:rsidR="00092CC9" w:rsidRPr="00643FB4">
        <w:t xml:space="preserve"> v </w:t>
      </w:r>
      <w:r w:rsidRPr="00643FB4">
        <w:t xml:space="preserve">oboru své specializace </w:t>
      </w:r>
      <w:r w:rsidR="00B011D7" w:rsidRPr="00643FB4">
        <w:t xml:space="preserve">(vytápění a vzduchotechnika) </w:t>
      </w:r>
      <w:r w:rsidRPr="00643FB4">
        <w:t>při provádění staveb;</w:t>
      </w:r>
    </w:p>
    <w:p w14:paraId="016E81F8" w14:textId="50CE17DB" w:rsidR="0035531B" w:rsidRPr="00643FB4" w:rsidRDefault="00FC668F" w:rsidP="00FC668F">
      <w:pPr>
        <w:pStyle w:val="Odrka1-2-"/>
      </w:pPr>
      <w:r w:rsidRPr="00643FB4">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255A03" w:rsidRPr="00643FB4">
        <w:t>staveb – specializace</w:t>
      </w:r>
      <w:r w:rsidR="00182D71" w:rsidRPr="00643FB4">
        <w:t xml:space="preserve"> technická zařízení </w:t>
      </w:r>
      <w:r w:rsidRPr="00643FB4">
        <w:t xml:space="preserve">nebo </w:t>
      </w:r>
      <w:r w:rsidR="00182D71" w:rsidRPr="00643FB4">
        <w:t>specializace vytápění a vzduchotechnika</w:t>
      </w:r>
      <w:r w:rsidR="0035531B" w:rsidRPr="00643FB4">
        <w:t>;</w:t>
      </w:r>
    </w:p>
    <w:p w14:paraId="077CB76D" w14:textId="3C4D436A" w:rsidR="00D840C4" w:rsidRPr="00643FB4" w:rsidRDefault="00D840C4" w:rsidP="00D840C4">
      <w:pPr>
        <w:pStyle w:val="Odstavec1-1a"/>
        <w:rPr>
          <w:rStyle w:val="Tun9b"/>
        </w:rPr>
      </w:pPr>
      <w:r w:rsidRPr="00643FB4">
        <w:rPr>
          <w:rStyle w:val="Tun9b"/>
        </w:rPr>
        <w:t xml:space="preserve">specialista (vedoucí prací) na technická zařízení </w:t>
      </w:r>
      <w:r w:rsidR="00B800F6" w:rsidRPr="00643FB4">
        <w:rPr>
          <w:rStyle w:val="Tun9b"/>
        </w:rPr>
        <w:t>budov – zdravotní</w:t>
      </w:r>
      <w:r w:rsidRPr="00643FB4">
        <w:rPr>
          <w:rStyle w:val="Tun9b"/>
        </w:rPr>
        <w:t xml:space="preserve"> technika</w:t>
      </w:r>
    </w:p>
    <w:p w14:paraId="41E17F9A" w14:textId="77777777" w:rsidR="00D840C4" w:rsidRPr="00643FB4" w:rsidRDefault="00D840C4" w:rsidP="00D840C4">
      <w:pPr>
        <w:pStyle w:val="Odrka1-2-"/>
      </w:pPr>
      <w:r w:rsidRPr="00643FB4">
        <w:t xml:space="preserve">nejméně 5 let praxe v oboru své specializace </w:t>
      </w:r>
      <w:r w:rsidR="00B011D7" w:rsidRPr="00643FB4">
        <w:t xml:space="preserve">(zdravotní technika) </w:t>
      </w:r>
      <w:r w:rsidRPr="00643FB4">
        <w:t>při provádění staveb;</w:t>
      </w:r>
    </w:p>
    <w:p w14:paraId="02E90420" w14:textId="1825D3EC" w:rsidR="00D840C4" w:rsidRPr="00643FB4" w:rsidRDefault="00D840C4" w:rsidP="00D840C4">
      <w:pPr>
        <w:pStyle w:val="Odrka1-2-"/>
        <w:rPr>
          <w:rStyle w:val="Tun9b"/>
        </w:rPr>
      </w:pPr>
      <w:r w:rsidRPr="00643FB4">
        <w:t>musí předložit doklad o autorizaci v rozsahu dle § 5 odst. 3 písm. f)</w:t>
      </w:r>
      <w:r w:rsidR="00182D71" w:rsidRPr="00643FB4">
        <w:t xml:space="preserve">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technická zařízení</w:t>
      </w:r>
      <w:r w:rsidRPr="00643FB4">
        <w:t xml:space="preserve"> nebo </w:t>
      </w:r>
      <w:r w:rsidR="00182D71" w:rsidRPr="00643FB4">
        <w:t>specializace zdravotní technika</w:t>
      </w:r>
      <w:r w:rsidRPr="00643FB4">
        <w:t>;</w:t>
      </w:r>
    </w:p>
    <w:p w14:paraId="404FF68C" w14:textId="77777777" w:rsidR="0035531B" w:rsidRPr="00643FB4" w:rsidRDefault="0035531B" w:rsidP="00FC668F">
      <w:pPr>
        <w:pStyle w:val="Odstavec1-1a"/>
        <w:rPr>
          <w:rStyle w:val="Tun9b"/>
        </w:rPr>
      </w:pPr>
      <w:r w:rsidRPr="00643FB4">
        <w:rPr>
          <w:rStyle w:val="Tun9b"/>
        </w:rPr>
        <w:lastRenderedPageBreak/>
        <w:t xml:space="preserve">specialista (vedoucí prací) na </w:t>
      </w:r>
      <w:r w:rsidR="00FC668F" w:rsidRPr="00643FB4">
        <w:rPr>
          <w:rStyle w:val="Tun9b"/>
        </w:rPr>
        <w:t>elektrotechnická zařízení</w:t>
      </w:r>
    </w:p>
    <w:p w14:paraId="0E21BC44" w14:textId="77777777" w:rsidR="0035531B" w:rsidRPr="00643FB4" w:rsidRDefault="0035531B" w:rsidP="008B2021">
      <w:pPr>
        <w:pStyle w:val="Odrka1-2-"/>
      </w:pPr>
      <w:r w:rsidRPr="00643FB4">
        <w:t>nejméně 5 let praxe</w:t>
      </w:r>
      <w:r w:rsidR="00092CC9" w:rsidRPr="00643FB4">
        <w:t xml:space="preserve"> v </w:t>
      </w:r>
      <w:r w:rsidRPr="00643FB4">
        <w:t xml:space="preserve">oboru své specializace </w:t>
      </w:r>
      <w:r w:rsidR="00B011D7" w:rsidRPr="00643FB4">
        <w:t xml:space="preserve">(elektrotechnická zařízení) </w:t>
      </w:r>
      <w:r w:rsidRPr="00643FB4">
        <w:t>při provádění staveb;</w:t>
      </w:r>
    </w:p>
    <w:p w14:paraId="3F402CBC" w14:textId="6DF23CA1" w:rsidR="0035531B" w:rsidRPr="00643FB4" w:rsidRDefault="00FC668F" w:rsidP="00FC668F">
      <w:pPr>
        <w:pStyle w:val="Odrka1-2-"/>
      </w:pPr>
      <w:r w:rsidRPr="00643FB4">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elektrotechnická zařízení</w:t>
      </w:r>
      <w:r w:rsidR="00635975">
        <w:t>.</w:t>
      </w:r>
    </w:p>
    <w:p w14:paraId="1D2D057B" w14:textId="2D5A3A1A"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rsidR="00C05B1E">
        <w:t xml:space="preserve">(nikoli však v pozici na straně objednatele) </w:t>
      </w:r>
      <w:r>
        <w:t xml:space="preserve">ve funkci příslušného specialisty </w:t>
      </w:r>
      <w:r w:rsidR="0037513C">
        <w:t xml:space="preserve">(tj. vedoucího prací pro provádění příslušné části stavby dle oboru specializace požadované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20A8262" w14:textId="77777777" w:rsidR="006B734E" w:rsidRDefault="0035531B" w:rsidP="006B734E">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440F02">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6B734E">
        <w:t xml:space="preserve">Stavbyvedoucí či zástupce stavbyvedoucího </w:t>
      </w:r>
      <w:r w:rsidR="006B734E" w:rsidRPr="00955A50">
        <w:t xml:space="preserve">musel mít při výkonu zkušenosti </w:t>
      </w:r>
      <w:r w:rsidR="006B734E">
        <w:t xml:space="preserve">s řízením realizace stavby </w:t>
      </w:r>
      <w:r w:rsidR="006B734E" w:rsidRPr="00955A50">
        <w:t>příslušnou autorizaci podle autorizačního zákona</w:t>
      </w:r>
      <w:r w:rsidR="006B734E">
        <w:t>; jiná osoba v obdobné funkci při realizaci staveb</w:t>
      </w:r>
      <w:r w:rsidR="006B734E" w:rsidRPr="00955A50">
        <w:t xml:space="preserve"> </w:t>
      </w:r>
      <w:r w:rsidR="006B734E">
        <w:t xml:space="preserve">v zahraničním prostředí </w:t>
      </w:r>
      <w:r w:rsidR="006B734E" w:rsidRPr="00955A50">
        <w:t xml:space="preserve">musela mít při výkonu zkušenosti </w:t>
      </w:r>
      <w:r w:rsidR="006B734E">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6B734E" w:rsidRPr="00955A50">
        <w:t>.</w:t>
      </w:r>
    </w:p>
    <w:p w14:paraId="22F0A960" w14:textId="77777777" w:rsidR="005D3B60" w:rsidRDefault="005D3B60" w:rsidP="005D3B60">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 xml:space="preserve"> touto osobou.</w:t>
      </w:r>
    </w:p>
    <w:p w14:paraId="63380C09" w14:textId="059E895E" w:rsidR="0035531B" w:rsidRDefault="005D3B60" w:rsidP="005D3B60">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lastRenderedPageBreak/>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032E95EE"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1F1EE90B"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BF61F3">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BF61F3">
        <w:t>takového</w:t>
      </w:r>
      <w:r>
        <w:t xml:space="preserve">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 xml:space="preserve">rámci systému certifikovaných </w:t>
      </w:r>
      <w:r>
        <w:lastRenderedPageBreak/>
        <w:t>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635975"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vnitřními </w:t>
      </w:r>
      <w:r w:rsidRPr="00635975">
        <w:t>předpisy formu žádosti</w:t>
      </w:r>
      <w:r w:rsidR="00845C50" w:rsidRPr="00635975">
        <w:t xml:space="preserve"> a </w:t>
      </w:r>
      <w:r w:rsidRPr="00635975">
        <w:t xml:space="preserve">náležitosti předkládané dokumentace. Platné </w:t>
      </w:r>
      <w:r w:rsidRPr="00635975">
        <w:lastRenderedPageBreak/>
        <w:t>osvědčení</w:t>
      </w:r>
      <w:r w:rsidR="00092CC9" w:rsidRPr="00635975">
        <w:t xml:space="preserve"> o </w:t>
      </w:r>
      <w:r w:rsidRPr="00635975">
        <w:t>registraci osoby hostující nebo usazené dokládá vybraný dodavatel jako podmínku pro uzavření smlouvy.</w:t>
      </w:r>
    </w:p>
    <w:p w14:paraId="44C834F1" w14:textId="77777777" w:rsidR="0035531B" w:rsidRPr="00635975" w:rsidRDefault="0035531B" w:rsidP="0006499F">
      <w:pPr>
        <w:pStyle w:val="Odrka1-1"/>
        <w:spacing w:after="0"/>
      </w:pPr>
      <w:r w:rsidRPr="00635975">
        <w:t>Informace</w:t>
      </w:r>
      <w:r w:rsidR="00BC6D2B" w:rsidRPr="00635975">
        <w:t xml:space="preserve"> k </w:t>
      </w:r>
      <w:r w:rsidRPr="00635975">
        <w:t>doložení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 osoba žádající</w:t>
      </w:r>
      <w:r w:rsidR="00092CC9" w:rsidRPr="00635975">
        <w:t xml:space="preserve"> o </w:t>
      </w:r>
      <w:r w:rsidRPr="00635975">
        <w:t>uvedené pověření postupuje podle „Podmínek pro pověřování právnických osob podle § 47 odst. 4 zákona č. 266/1994 Sb.,</w:t>
      </w:r>
      <w:r w:rsidR="00092CC9" w:rsidRPr="00635975">
        <w:t xml:space="preserve"> o </w:t>
      </w:r>
      <w:r w:rsidRPr="00635975">
        <w:t>dráhách, ve znění pozdějších předpisů,</w:t>
      </w:r>
      <w:r w:rsidR="00BC6D2B" w:rsidRPr="00635975">
        <w:t xml:space="preserve"> k </w:t>
      </w:r>
      <w:r w:rsidRPr="00635975">
        <w:t>provádění technických prohlídek</w:t>
      </w:r>
      <w:r w:rsidR="00845C50" w:rsidRPr="00635975">
        <w:t xml:space="preserve"> a </w:t>
      </w:r>
      <w:r w:rsidRPr="00635975">
        <w:t>zkoušek určených technických zařízení“ stanovených Ministerstvem dopravy, jež jsou dostupné na internetových stránkách Ministerstva dopravy:</w:t>
      </w:r>
    </w:p>
    <w:p w14:paraId="4FA3D372" w14:textId="77777777" w:rsidR="0035531B" w:rsidRPr="00635975" w:rsidRDefault="008D552B" w:rsidP="00401373">
      <w:pPr>
        <w:pStyle w:val="Textbezslovn"/>
        <w:spacing w:after="0"/>
        <w:ind w:left="1077"/>
      </w:pPr>
      <w:hyperlink r:id="rId20" w:history="1">
        <w:r w:rsidRPr="00635975">
          <w:rPr>
            <w:rStyle w:val="Hypertextovodkaz"/>
            <w:rFonts w:cs="Calibri"/>
          </w:rPr>
          <w:t>http://www.mdcr.cz/cs/Drazni_doprava/Seznam_pravnickych_osob/</w:t>
        </w:r>
      </w:hyperlink>
      <w:r w:rsidR="0035531B" w:rsidRPr="00635975">
        <w:t xml:space="preserve"> </w:t>
      </w:r>
    </w:p>
    <w:p w14:paraId="5AF3AAB5" w14:textId="77777777" w:rsidR="0035531B" w:rsidRPr="00635975" w:rsidRDefault="0035531B" w:rsidP="0006499F">
      <w:pPr>
        <w:pStyle w:val="Textbezslovn"/>
        <w:ind w:left="1077"/>
      </w:pPr>
      <w:r w:rsidRPr="00635975">
        <w:t>Doklady</w:t>
      </w:r>
      <w:r w:rsidR="00092CC9" w:rsidRPr="00635975">
        <w:t xml:space="preserve"> o </w:t>
      </w:r>
      <w:r w:rsidRPr="00635975">
        <w:t>splnění výše uvedených povinností dokládá vybraný dodavatel jako podmínku pro uzavření smlouvy.</w:t>
      </w:r>
    </w:p>
    <w:p w14:paraId="0D996F10" w14:textId="77777777" w:rsidR="0035531B" w:rsidRPr="00635975" w:rsidRDefault="0035531B" w:rsidP="0035531B">
      <w:pPr>
        <w:pStyle w:val="Text1-1"/>
        <w:rPr>
          <w:rStyle w:val="Tun9b"/>
        </w:rPr>
      </w:pPr>
      <w:r w:rsidRPr="00635975">
        <w:rPr>
          <w:rStyle w:val="Tun9b"/>
        </w:rPr>
        <w:t>Prokazování kvalifikace</w:t>
      </w:r>
      <w:r w:rsidR="00092CC9" w:rsidRPr="00635975">
        <w:rPr>
          <w:rStyle w:val="Tun9b"/>
        </w:rPr>
        <w:t xml:space="preserve"> v </w:t>
      </w:r>
      <w:r w:rsidRPr="00635975">
        <w:rPr>
          <w:rStyle w:val="Tun9b"/>
        </w:rPr>
        <w:t>případě společné účasti</w:t>
      </w:r>
      <w:r w:rsidR="00845C50" w:rsidRPr="00635975">
        <w:rPr>
          <w:rStyle w:val="Tun9b"/>
        </w:rPr>
        <w:t xml:space="preserve"> a </w:t>
      </w:r>
      <w:r w:rsidRPr="00635975">
        <w:rPr>
          <w:rStyle w:val="Tun9b"/>
        </w:rPr>
        <w:t>prostřednictvím jiných osob</w:t>
      </w:r>
    </w:p>
    <w:p w14:paraId="52467A39" w14:textId="77777777" w:rsidR="0035531B" w:rsidRPr="00635975" w:rsidRDefault="0035531B" w:rsidP="0006499F">
      <w:pPr>
        <w:pStyle w:val="Textbezslovn"/>
      </w:pPr>
      <w:r w:rsidRPr="00635975">
        <w:t>V případě společné účasti dodavatelů prokazuje základní způsobilost</w:t>
      </w:r>
      <w:r w:rsidR="00845C50" w:rsidRPr="00635975">
        <w:t xml:space="preserve"> a </w:t>
      </w:r>
      <w:r w:rsidRPr="00635975">
        <w:t>profesní způsobilost podle § 77 odst. 1 ZZVZ každý ze společníků</w:t>
      </w:r>
      <w:r w:rsidR="00092CC9" w:rsidRPr="00635975">
        <w:t xml:space="preserve"> v </w:t>
      </w:r>
      <w:r w:rsidRPr="00635975">
        <w:t>plném rozsahu samostatně. Prokázání splnění ostatní kvalifikace musí prokázat všichni společníci společně.</w:t>
      </w:r>
    </w:p>
    <w:p w14:paraId="74CBCC7F" w14:textId="4A2DAE46" w:rsidR="0035531B" w:rsidRDefault="003A29AE" w:rsidP="0006499F">
      <w:pPr>
        <w:pStyle w:val="Textbezslovn"/>
      </w:pPr>
      <w:r w:rsidRPr="00635975">
        <w:t xml:space="preserve"> Dodavatel může ekonomickou</w:t>
      </w:r>
      <w:r>
        <w:t xml:space="preserve">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1FCDDC3" w14:textId="76A96D4A" w:rsidR="00B800F6" w:rsidRDefault="00B800F6"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C1309F">
        <w:t>To však neplatí, pokud smlouva nebo potvrzení o její existenci musí splňovat požadavky podle následující odrážky.</w:t>
      </w:r>
    </w:p>
    <w:p w14:paraId="2F528844" w14:textId="53EE8F5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 xml:space="preserve">vyplývat závazek, že jiná osoba bude </w:t>
      </w:r>
      <w:r w:rsidR="00A44D82" w:rsidRPr="00E86BE3">
        <w:rPr>
          <w:b/>
          <w:color w:val="000000"/>
        </w:rPr>
        <w:lastRenderedPageBreak/>
        <w:t>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65B912A3"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517BBB">
        <w:t>2 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203466112"/>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veřejné zakázky dojde ke změně poddodavatelů, upraví se odpovídajícím způsobem </w:t>
      </w:r>
      <w:r>
        <w:lastRenderedPageBreak/>
        <w:t>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00A48C1"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517BBB" w:rsidRPr="00401373">
        <w:t>doklady – faktury</w:t>
      </w:r>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548C13CD"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w:t>
      </w:r>
      <w:r w:rsidRPr="0060115D">
        <w:rPr>
          <w:rStyle w:val="Tun9b"/>
        </w:rPr>
        <w:lastRenderedPageBreak/>
        <w:t xml:space="preserve">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517BBB">
        <w:t>doručená,</w:t>
      </w:r>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1218912A" w:rsidR="0035531B" w:rsidRDefault="0035531B" w:rsidP="002A20E6">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203466113"/>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203466114"/>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661D2BC1"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w:t>
      </w:r>
      <w:r w:rsidR="00304C5B" w:rsidRPr="00304C5B">
        <w:t xml:space="preserve"> </w:t>
      </w:r>
      <w:r w:rsidR="00304C5B">
        <w:t>Zadavatel může povinnost předložit překlad prominout i u jiných dokladů.</w:t>
      </w:r>
      <w:r>
        <w:t xml:space="preserve"> Bude-li mít zadavatel pochybnosti</w:t>
      </w:r>
      <w:r w:rsidR="00092CC9">
        <w:t xml:space="preserve"> o </w:t>
      </w:r>
      <w:r>
        <w:t xml:space="preserve">správnosti překladu, může si vyžádat předložení úředně ověřeného překladu dokladu do českého jazyka tlumočníkem zapsaným do seznamu </w:t>
      </w:r>
      <w:r w:rsidR="00C51007">
        <w:t xml:space="preserve">soudních </w:t>
      </w:r>
      <w:r>
        <w:t>tlumočníků</w:t>
      </w:r>
      <w:r w:rsidR="00636C6C">
        <w:t xml:space="preserve"> a soudních překladatelů </w:t>
      </w:r>
      <w:r w:rsidR="00636C6C" w:rsidRPr="00272593">
        <w:t xml:space="preserve">podle zákona č. </w:t>
      </w:r>
      <w:r w:rsidR="00636C6C">
        <w:t xml:space="preserve">354/2019 </w:t>
      </w:r>
      <w:r w:rsidR="00636C6C" w:rsidRPr="00272593">
        <w:t xml:space="preserve">Sb., </w:t>
      </w:r>
      <w:r w:rsidR="00636C6C">
        <w:t>o soudních tlumočnících a soudních překladatelích</w:t>
      </w:r>
      <w:r w:rsidR="00636C6C" w:rsidRPr="00272593">
        <w:t>, ve znění pozdějších předpisů</w:t>
      </w:r>
      <w:r>
        <w:t xml:space="preserve">.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203466115"/>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xml:space="preserve">. Nabídka musí být podána elektronicky prostřednictvím </w:t>
      </w:r>
      <w:r>
        <w:lastRenderedPageBreak/>
        <w:t>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1C0BEC6" w:rsidR="00A54FB5" w:rsidRPr="00635975" w:rsidRDefault="007D77B1" w:rsidP="003548AD">
      <w:pPr>
        <w:pStyle w:val="Text1-1"/>
        <w:rPr>
          <w:strike/>
        </w:rPr>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17BBB">
        <w:t>50 MB</w:t>
      </w:r>
      <w:r>
        <w:t xml:space="preserve"> za jeden takový soubor, příp. zkomprimované soubory. Soubory většího rozsahu je nutno před jejich odesláním prostřednictvím E-ZAK vhodným způsobem rozdělit. Velikost samotné nabídky jako celku není nijak omezena. Zadavatel poskytuje </w:t>
      </w:r>
      <w:r w:rsidRPr="00635975">
        <w:t xml:space="preserve">Soupis prací jako součást zadávací dokumentace </w:t>
      </w:r>
      <w:r w:rsidR="00A54FB5" w:rsidRPr="00635975">
        <w:t>ve formátu XLSX a ve formátu XML. Soupis prací ve formátu XML má strukturu dat dle datového předpisu XDC (popis datového předpisu viz</w:t>
      </w:r>
      <w:r w:rsidR="005E5291" w:rsidRPr="00635975">
        <w:t xml:space="preserve"> </w:t>
      </w:r>
      <w:hyperlink r:id="rId23" w:history="1">
        <w:r w:rsidR="00524E33" w:rsidRPr="00635975">
          <w:rPr>
            <w:rStyle w:val="Hypertextovodkaz"/>
            <w:noProof w:val="0"/>
          </w:rPr>
          <w:t>https://xdc.spravazeleznic.cz</w:t>
        </w:r>
      </w:hyperlink>
      <w:r w:rsidR="00A54FB5" w:rsidRPr="00635975">
        <w:t xml:space="preserve">). </w:t>
      </w:r>
      <w:r w:rsidR="00A54FB5" w:rsidRPr="00635975">
        <w:rPr>
          <w:b/>
        </w:rPr>
        <w:t>Oceněný Soupis prací bude dodavatelem v nabídce předložen pouze ve formátu XML (datový předpis XDC).</w:t>
      </w:r>
      <w:r w:rsidR="00A54FB5" w:rsidRPr="00635975">
        <w:t xml:space="preserve"> V případě změn a doplnění zadávací dokumentace budou případné změny či úpravy Soupisu prací zadavatelem prováděny ve formátu XML </w:t>
      </w:r>
      <w:r w:rsidR="00A54FB5" w:rsidRPr="00635975">
        <w:rPr>
          <w:rFonts w:ascii="Verdana" w:hAnsi="Verdana"/>
          <w:sz w:val="20"/>
          <w:szCs w:val="20"/>
        </w:rPr>
        <w:t>a XLSX</w:t>
      </w:r>
      <w:r w:rsidR="00A54FB5" w:rsidRPr="00635975">
        <w:t xml:space="preserve">.  Soupis prací ve formátu XML (datový předpis </w:t>
      </w:r>
      <w:r w:rsidR="00322B2D" w:rsidRPr="00635975">
        <w:t>XDC) může</w:t>
      </w:r>
      <w:r w:rsidR="00A54FB5" w:rsidRPr="00635975">
        <w:t xml:space="preserve"> dodavatel také vyplnit v modulu pro ocenění nabídkové ceny na zabezpečeném serveru </w:t>
      </w:r>
      <w:hyperlink r:id="rId24" w:history="1">
        <w:r w:rsidR="00524E33" w:rsidRPr="00635975">
          <w:rPr>
            <w:rStyle w:val="Hypertextovodkaz"/>
            <w:noProof w:val="0"/>
          </w:rPr>
          <w:t>https://xdc.spravazeleznic.cz</w:t>
        </w:r>
      </w:hyperlink>
      <w:r w:rsidR="00A54FB5" w:rsidRPr="00635975">
        <w:rPr>
          <w:rStyle w:val="Hypertextovodkaz"/>
          <w:noProof w:val="0"/>
        </w:rPr>
        <w:t>/</w:t>
      </w:r>
      <w:r w:rsidR="00635975" w:rsidRPr="00635975">
        <w:rPr>
          <w:rStyle w:val="Hypertextovodkaz"/>
          <w:noProof w:val="0"/>
        </w:rPr>
        <w:t>.</w:t>
      </w:r>
    </w:p>
    <w:p w14:paraId="789F4E14" w14:textId="77777777" w:rsidR="0035531B" w:rsidRPr="00635975" w:rsidRDefault="0035531B" w:rsidP="0035531B">
      <w:pPr>
        <w:pStyle w:val="Text1-1"/>
      </w:pPr>
      <w:r w:rsidRPr="00635975">
        <w:t>Nabídka bude předložena</w:t>
      </w:r>
      <w:r w:rsidR="00092CC9" w:rsidRPr="00635975">
        <w:t xml:space="preserve"> v </w:t>
      </w:r>
      <w:r w:rsidRPr="00635975">
        <w:t>následující struktuře:</w:t>
      </w:r>
    </w:p>
    <w:p w14:paraId="12834C8E" w14:textId="77777777" w:rsidR="0035531B" w:rsidRPr="00635975" w:rsidRDefault="0035531B" w:rsidP="00BC6D2B">
      <w:pPr>
        <w:pStyle w:val="Odrka1-1"/>
      </w:pPr>
      <w:r w:rsidRPr="00635975">
        <w:t>Dopis nabídky</w:t>
      </w:r>
      <w:r w:rsidR="00845C50" w:rsidRPr="00635975">
        <w:t xml:space="preserve"> a </w:t>
      </w:r>
      <w:r w:rsidRPr="00635975">
        <w:t>Příloha</w:t>
      </w:r>
      <w:r w:rsidR="00BC6D2B" w:rsidRPr="00635975">
        <w:t xml:space="preserve"> k </w:t>
      </w:r>
      <w:r w:rsidRPr="00635975">
        <w:t>nabídce, zpracované dle instrukcí obsažených</w:t>
      </w:r>
      <w:r w:rsidR="00092CC9" w:rsidRPr="00635975">
        <w:t xml:space="preserve"> v </w:t>
      </w:r>
      <w:r w:rsidRPr="00635975">
        <w:t>čl. 9.4 těchto Pokynů.</w:t>
      </w:r>
    </w:p>
    <w:p w14:paraId="521C9DA8" w14:textId="2A639F77" w:rsidR="0035531B" w:rsidRDefault="0035531B" w:rsidP="00BC6D2B">
      <w:pPr>
        <w:pStyle w:val="Odrka1-1"/>
      </w:pPr>
      <w:r w:rsidRPr="00635975">
        <w:t>Všeobecné informace</w:t>
      </w:r>
      <w:r w:rsidR="00092CC9" w:rsidRPr="00635975">
        <w:t xml:space="preserve"> o </w:t>
      </w:r>
      <w:r w:rsidRPr="00635975">
        <w:t>dodavateli (identifikační</w:t>
      </w:r>
      <w:r w:rsidR="00845C50" w:rsidRPr="00635975">
        <w:t xml:space="preserve"> a </w:t>
      </w:r>
      <w:r w:rsidRPr="00635975">
        <w:t>další údaje)</w:t>
      </w:r>
      <w:r w:rsidR="00AF3D24" w:rsidRPr="00635975">
        <w:t>, včetně</w:t>
      </w:r>
      <w:r w:rsidR="00AF3D24">
        <w:t xml:space="preserve">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 xml:space="preserve">ztrát dodavatele nebo obdobné doklady podle právního řádu </w:t>
      </w:r>
      <w:r>
        <w:lastRenderedPageBreak/>
        <w:t>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6E186CE2"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w:t>
      </w:r>
      <w:r w:rsidR="00304C5B">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1951FB3" w:rsidR="0035531B" w:rsidRDefault="0035531B" w:rsidP="0035531B">
      <w:pPr>
        <w:pStyle w:val="Text1-1"/>
      </w:pPr>
      <w:r>
        <w:t xml:space="preserve">Nabídky podané po uplynutí lhůty pro podání nabídky nebo podané </w:t>
      </w:r>
      <w:r w:rsidR="00322B2D">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5588D05F"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22B2D">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203466116"/>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354ECBCF" w:rsidR="0035531B" w:rsidRDefault="0035531B" w:rsidP="0035531B">
      <w:pPr>
        <w:pStyle w:val="Text1-1"/>
      </w:pPr>
      <w:r>
        <w:t xml:space="preserve">Dodavatelé ocení všechny položky Soupisu prací </w:t>
      </w:r>
      <w:r w:rsidR="003A5CA8">
        <w:t xml:space="preserve">(není-li </w:t>
      </w:r>
      <w:r w:rsidR="00322B2D">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498FD411" w:rsidR="0044101C" w:rsidRDefault="0044101C" w:rsidP="00EC4507">
      <w:pPr>
        <w:pStyle w:val="Text1-1"/>
      </w:pPr>
      <w:r w:rsidRPr="00E7314B">
        <w:rPr>
          <w:b/>
        </w:rPr>
        <w:t>Zadavatel nesděluje výši předpokládané hodnoty zakázky. Zadavatel stanovuje závaznou zadávací podmínku tak, že částka</w:t>
      </w:r>
      <w:r w:rsidR="00B84244">
        <w:rPr>
          <w:b/>
        </w:rPr>
        <w:t xml:space="preserve"> </w:t>
      </w:r>
      <w:r w:rsidR="00120AA2">
        <w:rPr>
          <w:rStyle w:val="Tun9b"/>
        </w:rPr>
        <w:t>194 000 000</w:t>
      </w:r>
      <w:r w:rsidR="00295224" w:rsidRPr="00295224">
        <w:rPr>
          <w:b/>
        </w:rPr>
        <w:t>,-</w:t>
      </w:r>
      <w:r w:rsidRPr="00E7314B">
        <w:rPr>
          <w:b/>
        </w:rPr>
        <w:t xml:space="preserve">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203466117"/>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 xml:space="preserve">nabídce nového </w:t>
      </w:r>
      <w:r>
        <w:lastRenderedPageBreak/>
        <w:t>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203466118"/>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203466119"/>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203466120"/>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402BDBD"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22B2D">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203466121"/>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518475A9" w:rsidR="009D6DC8" w:rsidRDefault="000279AA" w:rsidP="001F7BC8">
      <w:pPr>
        <w:pStyle w:val="Text1-1"/>
      </w:pPr>
      <w:r>
        <w:t xml:space="preserve">Zadavatel si mimo </w:t>
      </w:r>
      <w:r w:rsidR="009D6DC8" w:rsidRPr="00E7314B">
        <w:t>jiné vyhrazuje právo zrušit zadávací řízení v případě, že k hodnocení připadnou pouze nabídky s nabídkovou cenou převyšující nejvyšší přípustnou nabídkovou cenu uvedenou v čl. 5.3 těchto Pokynů.</w:t>
      </w:r>
    </w:p>
    <w:p w14:paraId="110C993E" w14:textId="0F21A6EA" w:rsidR="0035531B" w:rsidRPr="00635975" w:rsidRDefault="0035531B" w:rsidP="005456E3">
      <w:pPr>
        <w:pStyle w:val="Text1-1"/>
      </w:pPr>
      <w:r w:rsidRPr="00635975">
        <w:t xml:space="preserve">Zadavatel si rovněž mimo jiné vyhrazuje právo zrušit zadávací řízení, pokud stavební povolení </w:t>
      </w:r>
      <w:r w:rsidR="00FE4A0B" w:rsidRPr="00635975">
        <w:t xml:space="preserve">či povolení záměru dle zákona č. 283/2021 Sb., stavební zákon, ve znění pozdějších předpisů, </w:t>
      </w:r>
      <w:r w:rsidRPr="00635975">
        <w:t>bude obsahovat podmínky, které nebyly zohledněny</w:t>
      </w:r>
      <w:r w:rsidR="00092CC9" w:rsidRPr="00635975">
        <w:t xml:space="preserve"> v </w:t>
      </w:r>
      <w:r w:rsidRPr="00635975">
        <w:t>zadávací dokumentaci</w:t>
      </w:r>
      <w:r w:rsidR="00C71A05" w:rsidRPr="00635975">
        <w:t xml:space="preserve"> a současně podstatným způsobem mění veřejnou zakázku</w:t>
      </w:r>
      <w:r w:rsidRPr="00635975">
        <w:t xml:space="preserve">, nebo nebude-li vydané stavební povolení </w:t>
      </w:r>
      <w:r w:rsidR="005456E3" w:rsidRPr="00635975">
        <w:t xml:space="preserve">či povolení záměru </w:t>
      </w:r>
      <w:r w:rsidRPr="00635975">
        <w:t>pravomocné.</w:t>
      </w:r>
    </w:p>
    <w:p w14:paraId="2B5FA06A" w14:textId="77777777" w:rsidR="0035531B" w:rsidRPr="00635975" w:rsidRDefault="0035531B" w:rsidP="007038DC">
      <w:pPr>
        <w:pStyle w:val="Nadpis1-1"/>
      </w:pPr>
      <w:bookmarkStart w:id="22" w:name="_Toc203466122"/>
      <w:r w:rsidRPr="00635975">
        <w:t>UZAVŘENÍ SMLOUVY</w:t>
      </w:r>
      <w:bookmarkEnd w:id="22"/>
    </w:p>
    <w:p w14:paraId="0E99C187" w14:textId="77777777" w:rsidR="0035531B" w:rsidRDefault="000279AA" w:rsidP="000279AA">
      <w:pPr>
        <w:pStyle w:val="Text1-1"/>
      </w:pPr>
      <w:r w:rsidRPr="00635975">
        <w:t xml:space="preserve">Uzavření smlouvy s vybraným dodavatelem upravuje § 124 ZZVZ. Smlouva bude uzavřena písemně v souladu s nabídkou vybraného dodavatele a v podobě uvedené v dílu 2 této zadávací dokumentace s názvem Smlouva a její součásti. </w:t>
      </w:r>
    </w:p>
    <w:p w14:paraId="5C1985FB" w14:textId="755BAA72" w:rsidR="00295224" w:rsidRPr="00295224" w:rsidRDefault="00295224" w:rsidP="00295224">
      <w:pPr>
        <w:pStyle w:val="Text1-1"/>
      </w:pPr>
      <w:r w:rsidRPr="00295224">
        <w:t>Zadavatel si v souladu s § 100 odst. 1 ZZVZ vyhrazuje změnu závazku ze smlouvy, která bude uzavřena s vybraným dodavatelem. Podrobnosti jsou uvedeny ve smlouvě. Vyhrazenou změnou závazku je zejména doměření množství položky ve Výkazu výměr podle článku 12 Smluvních podmínek, jejíž množství nebylo předmětem Variace podle článku 13 Smluvních podmínek. Množství prací v takto vyhrazené změně se nezapočítává do limitů pro změny podle § 222 ZZVZ. Zadavatel si dále mj.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304C5B" w:rsidRPr="00304C5B">
        <w:t xml:space="preserve"> </w:t>
      </w:r>
      <w:r w:rsidR="00304C5B">
        <w:t xml:space="preserve">Vyhrazenou změnou je i výhrada změny dodavatele dle čl. 14 těchto Pokynů. Vyhrazenou změnou závazku je prodloužení </w:t>
      </w:r>
      <w:r w:rsidR="00F30A95" w:rsidRPr="00FE1C3B">
        <w:t>dob</w:t>
      </w:r>
      <w:r w:rsidR="00F30A95">
        <w:t>y</w:t>
      </w:r>
      <w:r w:rsidR="00F30A95" w:rsidRPr="00FE1C3B">
        <w:t xml:space="preserve"> splatnosti daňových dokladů</w:t>
      </w:r>
      <w:r w:rsidR="00F30A95">
        <w:t xml:space="preserve"> a</w:t>
      </w:r>
      <w:r w:rsidR="00F30A95" w:rsidRPr="00FE1C3B">
        <w:t xml:space="preserve"> </w:t>
      </w:r>
      <w:r w:rsidR="00304C5B">
        <w:t xml:space="preserve">stanovených termínů plnění, pokud k nim dojde v případech a v rozsahu stanoveném ve Smlouvě o dílo, stejně jako vypořádání finančních nároků obou smluvních stran v rámci uplatněných </w:t>
      </w:r>
      <w:proofErr w:type="spellStart"/>
      <w:r w:rsidR="00304C5B">
        <w:t>claimů</w:t>
      </w:r>
      <w:proofErr w:type="spellEnd"/>
      <w:r w:rsidR="00304C5B">
        <w:t>.</w:t>
      </w:r>
    </w:p>
    <w:p w14:paraId="7FF6E8BF" w14:textId="5B333FC1"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304C5B">
        <w:t xml:space="preserve">ekonomicky </w:t>
      </w:r>
      <w:r w:rsidRPr="000279AA">
        <w:t>nejv</w:t>
      </w:r>
      <w:r w:rsidR="00304C5B">
        <w:t>ý</w:t>
      </w:r>
      <w:r w:rsidRPr="000279AA">
        <w:t>hodnější</w:t>
      </w:r>
      <w:r w:rsidR="00304C5B" w:rsidRPr="00304C5B">
        <w:t xml:space="preserve"> podle výsledku hodnocení nabídek</w:t>
      </w:r>
      <w:r w:rsidRPr="000279AA">
        <w:t>, a to bez ohledu na to, zda byl výběr formálně oznámen či nikoli). Zadavatel po poskytnutí výše uvedené součinnosti oznámí výběr nejv</w:t>
      </w:r>
      <w:r w:rsidR="00304C5B">
        <w:t>ý</w:t>
      </w:r>
      <w:r w:rsidRPr="000279AA">
        <w:t xml:space="preserve">hodnější nabídky. </w:t>
      </w:r>
      <w:r w:rsidR="00E25A59">
        <w:t xml:space="preserve">Bez ohledu na výše </w:t>
      </w:r>
      <w:r w:rsidR="00E25A59">
        <w:lastRenderedPageBreak/>
        <w:t xml:space="preserve">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EC4507">
        <w:t xml:space="preserve">kopie </w:t>
      </w:r>
      <w:r w:rsidR="005B04AA" w:rsidRPr="00EC4507">
        <w:t>dokladu o úspěšném složení zkoušky z odborné způsobilosti k výkonu činností v elek</w:t>
      </w:r>
      <w:r w:rsidR="005B04AA" w:rsidRPr="00B118B5">
        <w:t>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lastRenderedPageBreak/>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69683EF5" w:rsidR="0035531B" w:rsidRPr="00635975" w:rsidRDefault="0035531B" w:rsidP="007038DC">
      <w:pPr>
        <w:pStyle w:val="Odrka1-1"/>
      </w:pPr>
      <w:r w:rsidRPr="00635975">
        <w:t>kopie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w:t>
      </w:r>
      <w:r w:rsidR="00845C50" w:rsidRPr="00635975">
        <w:t xml:space="preserve"> a </w:t>
      </w:r>
      <w:r w:rsidRPr="00635975">
        <w:t>to elektrických UTZ železničních drah</w:t>
      </w:r>
      <w:r w:rsidR="00092CC9" w:rsidRPr="00635975">
        <w:t xml:space="preserve"> v </w:t>
      </w:r>
      <w:r w:rsidRPr="00635975">
        <w:t>rozsahu:</w:t>
      </w:r>
      <w:r w:rsidR="00B903A1" w:rsidRPr="00635975">
        <w:t xml:space="preserve"> elektrické sítě drah a elektrické rozvody drah</w:t>
      </w:r>
      <w:r w:rsidRPr="00635975">
        <w:t>.</w:t>
      </w:r>
    </w:p>
    <w:p w14:paraId="6031D116" w14:textId="1C35C671" w:rsidR="0035531B" w:rsidRPr="00635975" w:rsidRDefault="0035531B" w:rsidP="007038DC">
      <w:pPr>
        <w:pStyle w:val="Textbezslovn"/>
      </w:pPr>
      <w:r w:rsidRPr="00635975">
        <w:t xml:space="preserve">Zadavatel upřesňuje, že pokud bude </w:t>
      </w:r>
      <w:r w:rsidR="004D7241" w:rsidRPr="00635975">
        <w:t xml:space="preserve">některý doklad </w:t>
      </w:r>
      <w:r w:rsidRPr="00635975">
        <w:t>doložen již</w:t>
      </w:r>
      <w:r w:rsidR="00092CC9" w:rsidRPr="00635975">
        <w:t xml:space="preserve"> v </w:t>
      </w:r>
      <w:r w:rsidRPr="00635975">
        <w:t>nabídce nebo</w:t>
      </w:r>
      <w:r w:rsidR="00092CC9" w:rsidRPr="00635975">
        <w:t xml:space="preserve"> v </w:t>
      </w:r>
      <w:r w:rsidRPr="00635975">
        <w:t>průběhu zadávacího řízení, zadavatel</w:t>
      </w:r>
      <w:r w:rsidR="00BC6D2B" w:rsidRPr="00635975">
        <w:t xml:space="preserve"> k </w:t>
      </w:r>
      <w:r w:rsidRPr="00635975">
        <w:t>jeho předkládání nebude vybraného dodavatele vyzývat.</w:t>
      </w:r>
    </w:p>
    <w:p w14:paraId="253B9BDC" w14:textId="77777777" w:rsidR="00C71A05" w:rsidRDefault="00C71A05" w:rsidP="00384E70">
      <w:pPr>
        <w:pStyle w:val="Text1-1"/>
      </w:pPr>
      <w:r w:rsidRPr="00635975">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w:t>
      </w:r>
      <w:r>
        <w:t xml:space="preserve">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2375E5C2"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620150">
        <w:t xml:space="preserve">je zahraniční právnickou osobou a který </w:t>
      </w:r>
      <w:r>
        <w:t xml:space="preserve">je akciovou společností nebo má právní formu obdobnou akciové společnosti, je povinen na základě </w:t>
      </w:r>
      <w:r>
        <w:lastRenderedPageBreak/>
        <w:t>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3A733875"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1B2EB8">
        <w:t>požadované dle čl. 8.10</w:t>
      </w:r>
      <w:r w:rsidR="001B2EB8" w:rsidRPr="001B2EB8">
        <w:t xml:space="preserve"> </w:t>
      </w:r>
      <w:r w:rsidRPr="001B2EB8">
        <w:t>těchto Pokynů ve vztahu k</w:t>
      </w:r>
      <w:r>
        <w:t> této jiné osobě.</w:t>
      </w:r>
    </w:p>
    <w:p w14:paraId="1667502D" w14:textId="77777777" w:rsidR="0035531B" w:rsidRDefault="0035531B" w:rsidP="00B77C6D">
      <w:pPr>
        <w:pStyle w:val="Nadpis1-1"/>
      </w:pPr>
      <w:bookmarkStart w:id="23" w:name="_Toc203466123"/>
      <w:r>
        <w:t>OCHRANA INFORMACÍ</w:t>
      </w:r>
      <w:bookmarkEnd w:id="23"/>
    </w:p>
    <w:p w14:paraId="147B8187" w14:textId="22E060A1"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304C5B">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203466124"/>
      <w:r>
        <w:t>ZADÁVACÍ LHŮTA</w:t>
      </w:r>
      <w:r w:rsidR="00845C50">
        <w:t xml:space="preserve"> </w:t>
      </w:r>
      <w:r w:rsidR="00092CC9">
        <w:t>A</w:t>
      </w:r>
      <w:r w:rsidR="00845C50">
        <w:t> </w:t>
      </w:r>
      <w:r>
        <w:t>JISTOTA ZA NABÍDKU</w:t>
      </w:r>
      <w:bookmarkEnd w:id="24"/>
    </w:p>
    <w:p w14:paraId="5BC1D37B" w14:textId="7FDF11CD" w:rsidR="0035531B" w:rsidRDefault="004D7241"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5DB0DB8" w14:textId="596D234E"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BF5868">
        <w:t xml:space="preserve"> </w:t>
      </w:r>
      <w:r w:rsidR="00BF5868" w:rsidRPr="00BF5868">
        <w:rPr>
          <w:b/>
          <w:bCs/>
        </w:rPr>
        <w:t>2 000 000,-</w:t>
      </w:r>
      <w:r w:rsidRPr="002A016D">
        <w:rPr>
          <w:b/>
        </w:rPr>
        <w:t xml:space="preserve"> Kč</w:t>
      </w:r>
      <w:r>
        <w:t xml:space="preserve"> (slovy:</w:t>
      </w:r>
      <w:r w:rsidR="00BF5868">
        <w:t xml:space="preserve"> dva miliony </w:t>
      </w:r>
      <w:r>
        <w:t>korun českých)</w:t>
      </w:r>
      <w:r w:rsidR="00BF5868">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14A0BE3"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B2EB8" w:rsidRPr="001B2EB8">
        <w:t>30007-22307011/0710 Česká národní banka, se sídlem Na Příkopě 28, 115 03 Praha 1</w:t>
      </w:r>
      <w:r>
        <w:t>, variabilní symbol</w:t>
      </w:r>
      <w:r w:rsidR="001B2EB8">
        <w:t xml:space="preserve"> </w:t>
      </w:r>
      <w:r w:rsidR="001B2EB8" w:rsidRPr="001B2EB8">
        <w:t>5313520018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203466125"/>
      <w:r>
        <w:t>SOCIÁLNĚ A ENVIRO</w:t>
      </w:r>
      <w:r w:rsidR="00E270A3">
        <w:t>N</w:t>
      </w:r>
      <w:r>
        <w:t>MENTÁLNĚ ODPOVĚDNÉ ZADÁVÁNÍ, INOVACE</w:t>
      </w:r>
      <w:bookmarkEnd w:id="25"/>
      <w:bookmarkEnd w:id="26"/>
      <w:bookmarkEnd w:id="27"/>
    </w:p>
    <w:p w14:paraId="07D135BA" w14:textId="05ED34A1"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r w:rsidR="00664488">
        <w:t>, ve znění pozdějších předpisů</w:t>
      </w:r>
      <w:r>
        <w:t>.</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5FFDC173" w:rsidR="003922F9" w:rsidRDefault="003922F9" w:rsidP="007C7F8E">
      <w:pPr>
        <w:pStyle w:val="Odrka1-1"/>
      </w:pPr>
      <w:r>
        <w:t>studentské exkurze</w:t>
      </w:r>
      <w:r w:rsidR="003A60D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203466126"/>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6AB1E895"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w:t>
      </w:r>
      <w:r w:rsidR="009B30F6">
        <w:t xml:space="preserve">, které </w:t>
      </w:r>
      <w:r w:rsidR="009B30F6" w:rsidRPr="00807597">
        <w:t xml:space="preserve">spadají do oblasti působnosti </w:t>
      </w:r>
      <w:r w:rsidR="009B30F6">
        <w:t>právních předpisů nebo jiných aktů uvedených v článku 5k Nařízení č. 833/2014</w:t>
      </w:r>
      <w:r w:rsidRPr="00CD701B">
        <w:t xml:space="preserve"> </w:t>
      </w:r>
      <w:r w:rsidR="00FD4163">
        <w:t xml:space="preserve">, </w:t>
      </w:r>
      <w:r w:rsidR="00CC5FE9" w:rsidRPr="004A650A">
        <w:lastRenderedPageBreak/>
        <w:t>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408CF38A" w14:textId="77777777" w:rsidR="002040E2" w:rsidRDefault="002040E2" w:rsidP="002040E2">
      <w:pPr>
        <w:pStyle w:val="Nadpis1-1"/>
      </w:pPr>
      <w:bookmarkStart w:id="33" w:name="_Toc203466127"/>
      <w:r w:rsidRPr="009F4B9E">
        <w:lastRenderedPageBreak/>
        <w:t>Účast subjektů ze států nezaručujících hospodářskou soutě</w:t>
      </w:r>
      <w:r>
        <w:t>Ž</w:t>
      </w:r>
      <w:bookmarkEnd w:id="33"/>
    </w:p>
    <w:p w14:paraId="41C01230" w14:textId="77777777" w:rsidR="00C70C94" w:rsidRPr="00974FCF" w:rsidRDefault="00C70C94" w:rsidP="00C70C94">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1EA6BEB8" w14:textId="00869BF3" w:rsidR="002040E2" w:rsidRDefault="00C70C94" w:rsidP="00C70C94">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r>
        <w:t xml:space="preserve">ust. </w:t>
      </w:r>
      <w:r w:rsidRPr="00974FCF">
        <w:t>§ 6 odst. 3 ZZVZ</w:t>
      </w:r>
    </w:p>
    <w:p w14:paraId="3081BCB2" w14:textId="49A01DDF" w:rsidR="0035531B" w:rsidRDefault="0035531B" w:rsidP="00564DDD">
      <w:pPr>
        <w:pStyle w:val="Nadpis1-1"/>
      </w:pPr>
      <w:bookmarkStart w:id="34" w:name="_Toc203466128"/>
      <w:r>
        <w:t>PŘÍLOHY TĚCHTO POKYNŮ</w:t>
      </w:r>
      <w:bookmarkEnd w:id="34"/>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A75E38C" w14:textId="77777777" w:rsidR="00E60773" w:rsidRDefault="00E60773" w:rsidP="00E6077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5E93D7FD" w14:textId="73527406"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16B0B15A"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545D592" w:rsidR="0035531B" w:rsidRDefault="00715D5A"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w:t>
            </w:r>
            <w:r w:rsidRPr="00635975">
              <w:rPr>
                <w:b/>
              </w:rPr>
              <w:t>požadovaných v čl. 8.5 Pokynů, které dodavatel poskytl** za posledních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p w14:paraId="5A74CFC4" w14:textId="77777777" w:rsidR="00095555" w:rsidRDefault="00095555" w:rsidP="00095555">
      <w:pPr>
        <w:pStyle w:val="Textbezslovn"/>
      </w:pPr>
    </w:p>
    <w:tbl>
      <w:tblPr>
        <w:tblStyle w:val="Mkatabulky"/>
        <w:tblW w:w="4820" w:type="dxa"/>
        <w:tblLayout w:type="fixed"/>
        <w:tblLook w:val="04E0" w:firstRow="1" w:lastRow="1" w:firstColumn="1" w:lastColumn="0" w:noHBand="0" w:noVBand="1"/>
      </w:tblPr>
      <w:tblGrid>
        <w:gridCol w:w="2694"/>
        <w:gridCol w:w="2126"/>
      </w:tblGrid>
      <w:tr w:rsidR="00095555" w:rsidRPr="00EE3C5F" w14:paraId="473D39C1" w14:textId="77777777" w:rsidTr="00B80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E538165" w14:textId="77777777" w:rsidR="00095555" w:rsidRDefault="00095555" w:rsidP="00B800C3">
            <w:pPr>
              <w:rPr>
                <w:b/>
                <w:sz w:val="16"/>
                <w:szCs w:val="16"/>
              </w:rPr>
            </w:pPr>
            <w:r w:rsidRPr="00EE3C5F">
              <w:rPr>
                <w:b/>
                <w:sz w:val="16"/>
                <w:szCs w:val="16"/>
              </w:rPr>
              <w:t>Funkce</w:t>
            </w:r>
          </w:p>
          <w:p w14:paraId="7497EECF" w14:textId="77777777" w:rsidR="00095555" w:rsidRPr="00EE3C5F" w:rsidRDefault="00095555" w:rsidP="00B800C3">
            <w:pPr>
              <w:rPr>
                <w:b/>
                <w:sz w:val="16"/>
                <w:szCs w:val="16"/>
              </w:rPr>
            </w:pPr>
            <w:r>
              <w:rPr>
                <w:b/>
                <w:sz w:val="16"/>
                <w:szCs w:val="16"/>
              </w:rPr>
              <w:t>J</w:t>
            </w:r>
            <w:r w:rsidRPr="00EE3C5F">
              <w:rPr>
                <w:b/>
                <w:sz w:val="16"/>
                <w:szCs w:val="16"/>
              </w:rPr>
              <w:t xml:space="preserve">méno </w:t>
            </w:r>
            <w:r>
              <w:rPr>
                <w:b/>
                <w:sz w:val="16"/>
                <w:szCs w:val="16"/>
              </w:rPr>
              <w:t>a příjmení</w:t>
            </w:r>
          </w:p>
        </w:tc>
        <w:tc>
          <w:tcPr>
            <w:tcW w:w="2126" w:type="dxa"/>
          </w:tcPr>
          <w:p w14:paraId="03B1635B" w14:textId="77777777" w:rsidR="00095555" w:rsidRPr="00EE3C5F" w:rsidRDefault="00095555" w:rsidP="00B800C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95555" w:rsidRPr="00454716" w14:paraId="0C2B11C0" w14:textId="77777777" w:rsidTr="00B800C3">
        <w:tc>
          <w:tcPr>
            <w:cnfStyle w:val="001000000000" w:firstRow="0" w:lastRow="0" w:firstColumn="1" w:lastColumn="0" w:oddVBand="0" w:evenVBand="0" w:oddHBand="0" w:evenHBand="0" w:firstRowFirstColumn="0" w:firstRowLastColumn="0" w:lastRowFirstColumn="0" w:lastRowLastColumn="0"/>
            <w:tcW w:w="2694" w:type="dxa"/>
          </w:tcPr>
          <w:p w14:paraId="12DD7496"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Pr>
          <w:p w14:paraId="54CE5F4E"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7695C1FF" w14:textId="77777777" w:rsidTr="00B800C3">
        <w:tc>
          <w:tcPr>
            <w:cnfStyle w:val="001000000000" w:firstRow="0" w:lastRow="0" w:firstColumn="1" w:lastColumn="0" w:oddVBand="0" w:evenVBand="0" w:oddHBand="0" w:evenHBand="0" w:firstRowFirstColumn="0" w:firstRowLastColumn="0" w:lastRowFirstColumn="0" w:lastRowLastColumn="0"/>
            <w:tcW w:w="2694" w:type="dxa"/>
          </w:tcPr>
          <w:p w14:paraId="6B54A121"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Pr>
          <w:p w14:paraId="28B6598A"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65AD0B35"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A403CAF"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3D64F8E4"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357063B2"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3A93DBED"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5568ED9C"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63F9E0F4"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33AD7E54"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21D42E1D"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4836C167" w14:textId="77777777" w:rsidTr="00B800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0437E95B" w14:textId="77777777" w:rsidR="00095555" w:rsidRPr="00454716" w:rsidRDefault="00095555" w:rsidP="00B800C3">
            <w:pPr>
              <w:rPr>
                <w:b w:val="0"/>
                <w:sz w:val="16"/>
                <w:szCs w:val="16"/>
                <w:highlight w:val="yellow"/>
              </w:rPr>
            </w:pPr>
            <w:r w:rsidRPr="00454716">
              <w:rPr>
                <w:b w:val="0"/>
                <w:sz w:val="16"/>
                <w:szCs w:val="16"/>
                <w:highlight w:val="yellow"/>
              </w:rPr>
              <w:t>[DOPLNÍ DODAVATEL]</w:t>
            </w:r>
          </w:p>
        </w:tc>
        <w:tc>
          <w:tcPr>
            <w:tcW w:w="2126" w:type="dxa"/>
            <w:tcBorders>
              <w:top w:val="single" w:sz="2" w:space="0" w:color="auto"/>
            </w:tcBorders>
            <w:shd w:val="clear" w:color="auto" w:fill="auto"/>
          </w:tcPr>
          <w:p w14:paraId="6FFFED12" w14:textId="77777777" w:rsidR="00095555" w:rsidRPr="00454716" w:rsidRDefault="00095555" w:rsidP="00B800C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A65B9D" w14:textId="77777777" w:rsidR="00095555" w:rsidRDefault="00095555" w:rsidP="00095555">
      <w:pPr>
        <w:pStyle w:val="Textbezslovn"/>
      </w:pPr>
    </w:p>
    <w:p w14:paraId="0C951570" w14:textId="77777777" w:rsidR="00095555" w:rsidRDefault="00095555" w:rsidP="00E22C30">
      <w:pPr>
        <w:pStyle w:val="Textbezslovn"/>
        <w:ind w:left="0"/>
        <w:rPr>
          <w:b/>
        </w:rPr>
      </w:pPr>
    </w:p>
    <w:p w14:paraId="43DCAEDA" w14:textId="77777777" w:rsidR="00095555" w:rsidRDefault="00095555" w:rsidP="00E22C30">
      <w:pPr>
        <w:pStyle w:val="Textbezslovn"/>
        <w:ind w:left="0"/>
        <w:rPr>
          <w:b/>
        </w:rPr>
      </w:pPr>
    </w:p>
    <w:p w14:paraId="54F257E7" w14:textId="4EDB085D"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D23632" w14:textId="77777777" w:rsidR="00304C5B" w:rsidRPr="00304C5B" w:rsidRDefault="00452F69" w:rsidP="00304C5B">
            <w:pPr>
              <w:rPr>
                <w:sz w:val="16"/>
                <w:szCs w:val="16"/>
              </w:rPr>
            </w:pPr>
            <w:r w:rsidRPr="00833899">
              <w:rPr>
                <w:sz w:val="16"/>
                <w:szCs w:val="16"/>
              </w:rPr>
              <w:t>Roky odborné praxe celkem</w:t>
            </w:r>
            <w:r w:rsidR="006F525C">
              <w:rPr>
                <w:sz w:val="16"/>
                <w:szCs w:val="16"/>
              </w:rPr>
              <w:t xml:space="preserve"> </w:t>
            </w:r>
            <w:r w:rsidR="00304C5B" w:rsidRPr="00304C5B">
              <w:rPr>
                <w:sz w:val="16"/>
                <w:szCs w:val="16"/>
              </w:rPr>
              <w:t>při vykonávání činnosti či v oboru, jež jsou požadovány pro splnění kvalifikace</w:t>
            </w:r>
          </w:p>
          <w:p w14:paraId="2120E46E" w14:textId="0E5B501D" w:rsidR="00452F69" w:rsidRPr="00833899" w:rsidRDefault="00304C5B" w:rsidP="00304C5B">
            <w:pPr>
              <w:rPr>
                <w:sz w:val="16"/>
                <w:szCs w:val="16"/>
              </w:rPr>
            </w:pPr>
            <w:r w:rsidRPr="00304C5B">
              <w:rPr>
                <w:sz w:val="16"/>
                <w:szCs w:val="16"/>
              </w:rPr>
              <w:t>(uveďte zde výslovně i činnost či obor specializace, jež je požadován pro splnění kvalifikace)</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48F42987" w:rsidR="00452F69" w:rsidRPr="00833899" w:rsidRDefault="00452F69" w:rsidP="00307641">
            <w:pPr>
              <w:rPr>
                <w:sz w:val="16"/>
                <w:szCs w:val="16"/>
              </w:rPr>
            </w:pPr>
            <w:r w:rsidRPr="00833899">
              <w:rPr>
                <w:sz w:val="16"/>
                <w:szCs w:val="16"/>
              </w:rPr>
              <w:t xml:space="preserve">Popis předmětu plnění </w:t>
            </w:r>
            <w:r w:rsidR="00F3330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0043C35B" w:rsidR="00452F69" w:rsidRPr="00833899" w:rsidRDefault="00452F69" w:rsidP="00307641">
            <w:pPr>
              <w:rPr>
                <w:sz w:val="16"/>
                <w:szCs w:val="16"/>
              </w:rPr>
            </w:pPr>
            <w:r w:rsidRPr="00833899">
              <w:rPr>
                <w:sz w:val="16"/>
                <w:szCs w:val="16"/>
              </w:rPr>
              <w:t xml:space="preserve">Doba trvání </w:t>
            </w:r>
            <w:r w:rsidR="00F3330D"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14851F40" w:rsidR="00452F69" w:rsidRPr="00833899" w:rsidRDefault="00452F69" w:rsidP="00307641">
            <w:pPr>
              <w:rPr>
                <w:sz w:val="16"/>
                <w:szCs w:val="16"/>
              </w:rPr>
            </w:pPr>
            <w:r w:rsidRPr="00833899">
              <w:rPr>
                <w:sz w:val="16"/>
                <w:szCs w:val="16"/>
              </w:rPr>
              <w:t xml:space="preserve">Objednatel zakázky (obch. firma/název a sídlo a kontaktní osoba </w:t>
            </w:r>
            <w:r w:rsidR="00F3330D" w:rsidRPr="00833899">
              <w:rPr>
                <w:sz w:val="16"/>
                <w:szCs w:val="16"/>
              </w:rPr>
              <w:t>objednatele – jméno</w:t>
            </w:r>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46A30A5F" w:rsidR="003A5CA8" w:rsidRPr="003A5CA8" w:rsidRDefault="003A5CA8" w:rsidP="00B031AE">
            <w:pPr>
              <w:rPr>
                <w:sz w:val="16"/>
                <w:szCs w:val="16"/>
              </w:rPr>
            </w:pPr>
            <w:r w:rsidRPr="003A5CA8">
              <w:rPr>
                <w:sz w:val="16"/>
                <w:szCs w:val="16"/>
              </w:rPr>
              <w:t xml:space="preserve">Popis vykonávaných pracovních </w:t>
            </w:r>
            <w:r w:rsidR="00F3330D" w:rsidRPr="003A5CA8">
              <w:rPr>
                <w:sz w:val="16"/>
                <w:szCs w:val="16"/>
              </w:rPr>
              <w:t>činností – v</w:t>
            </w:r>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3C230E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0"/>
    <w:bookmarkEnd w:id="1"/>
    <w:bookmarkEnd w:id="2"/>
    <w:bookmarkEnd w:id="3"/>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522E3094"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2052B">
        <w:rPr>
          <w:rFonts w:eastAsia="Times New Roman" w:cs="Times New Roman"/>
          <w:lang w:eastAsia="cs-CZ"/>
        </w:rPr>
        <w:t>„</w:t>
      </w:r>
      <w:r w:rsidR="0022052B" w:rsidRPr="0022052B">
        <w:rPr>
          <w:rFonts w:eastAsia="Times New Roman" w:cs="Times New Roman"/>
          <w:lang w:eastAsia="cs-CZ"/>
        </w:rPr>
        <w:t xml:space="preserve">Rekonstrukce výpravní budovy v </w:t>
      </w:r>
      <w:proofErr w:type="spellStart"/>
      <w:r w:rsidR="0022052B" w:rsidRPr="0022052B">
        <w:rPr>
          <w:rFonts w:eastAsia="Times New Roman" w:cs="Times New Roman"/>
          <w:lang w:eastAsia="cs-CZ"/>
        </w:rPr>
        <w:t>žst</w:t>
      </w:r>
      <w:proofErr w:type="spellEnd"/>
      <w:r w:rsidR="0022052B" w:rsidRPr="0022052B">
        <w:rPr>
          <w:rFonts w:eastAsia="Times New Roman" w:cs="Times New Roman"/>
          <w:lang w:eastAsia="cs-CZ"/>
        </w:rPr>
        <w:t>. Tábor</w:t>
      </w:r>
      <w:r w:rsidR="0022052B">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even" r:id="rId26"/>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51986" w14:textId="77777777" w:rsidR="00482F9F" w:rsidRDefault="00482F9F" w:rsidP="00962258">
      <w:pPr>
        <w:spacing w:after="0" w:line="240" w:lineRule="auto"/>
      </w:pPr>
      <w:r>
        <w:separator/>
      </w:r>
    </w:p>
  </w:endnote>
  <w:endnote w:type="continuationSeparator" w:id="0">
    <w:p w14:paraId="054E7FCD" w14:textId="77777777" w:rsidR="00482F9F" w:rsidRDefault="00482F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2953508D"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75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75B">
            <w:rPr>
              <w:rStyle w:val="slostrnky"/>
              <w:noProof/>
            </w:rPr>
            <w:t>51</w:t>
          </w:r>
          <w:r w:rsidRPr="00B8518B">
            <w:rPr>
              <w:rStyle w:val="slostrnky"/>
            </w:rPr>
            <w:fldChar w:fldCharType="end"/>
          </w:r>
        </w:p>
      </w:tc>
      <w:tc>
        <w:tcPr>
          <w:tcW w:w="284" w:type="dxa"/>
          <w:shd w:val="clear" w:color="auto" w:fill="auto"/>
          <w:tcMar>
            <w:left w:w="0" w:type="dxa"/>
            <w:right w:w="0" w:type="dxa"/>
          </w:tcMar>
        </w:tcPr>
        <w:p w14:paraId="3FB959D3" w14:textId="77777777" w:rsidR="005C5C36" w:rsidRDefault="005C5C36" w:rsidP="00B8518B">
          <w:pPr>
            <w:pStyle w:val="Zpat"/>
          </w:pPr>
        </w:p>
      </w:tc>
      <w:tc>
        <w:tcPr>
          <w:tcW w:w="425" w:type="dxa"/>
          <w:shd w:val="clear" w:color="auto" w:fill="auto"/>
          <w:tcMar>
            <w:left w:w="0" w:type="dxa"/>
            <w:right w:w="0" w:type="dxa"/>
          </w:tcMar>
        </w:tcPr>
        <w:p w14:paraId="44B7CED7" w14:textId="77777777" w:rsidR="005C5C36" w:rsidRDefault="005C5C36" w:rsidP="00B8518B">
          <w:pPr>
            <w:pStyle w:val="Zpat"/>
          </w:pPr>
        </w:p>
      </w:tc>
      <w:tc>
        <w:tcPr>
          <w:tcW w:w="8505" w:type="dxa"/>
        </w:tcPr>
        <w:p w14:paraId="5A86EA1E" w14:textId="386D9291" w:rsidR="005C5C36" w:rsidRDefault="005C5C36" w:rsidP="00EB46E5">
          <w:pPr>
            <w:pStyle w:val="Zpat0"/>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04D05CD7" w14:textId="77777777" w:rsidR="005C5C36" w:rsidRDefault="005C5C36"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C5C36" w:rsidRDefault="005C5C36" w:rsidP="0035531B">
          <w:pPr>
            <w:pStyle w:val="Zpat0"/>
          </w:pPr>
          <w:r>
            <w:t xml:space="preserve">Část 2 – </w:t>
          </w:r>
          <w:r w:rsidRPr="0035531B">
            <w:rPr>
              <w:caps/>
            </w:rPr>
            <w:t>Pokyny pro dodavatele</w:t>
          </w:r>
          <w:r>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D2272" w14:textId="77777777" w:rsidR="00482F9F" w:rsidRDefault="00482F9F" w:rsidP="00962258">
      <w:pPr>
        <w:spacing w:after="0" w:line="240" w:lineRule="auto"/>
      </w:pPr>
      <w:r>
        <w:separator/>
      </w:r>
    </w:p>
  </w:footnote>
  <w:footnote w:type="continuationSeparator" w:id="0">
    <w:p w14:paraId="5E8E0E05" w14:textId="77777777" w:rsidR="00482F9F" w:rsidRDefault="00482F9F" w:rsidP="00962258">
      <w:pPr>
        <w:spacing w:after="0" w:line="240" w:lineRule="auto"/>
      </w:pPr>
      <w:r>
        <w:continuationSeparator/>
      </w:r>
    </w:p>
  </w:footnote>
  <w:footnote w:id="1">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F7DA" w14:textId="18F446F5" w:rsidR="008139D2" w:rsidRDefault="008139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51A3EE28" w:rsidR="005C5C36" w:rsidRPr="00B8518B" w:rsidRDefault="005C5C36" w:rsidP="00523EA7">
          <w:pPr>
            <w:pStyle w:val="Zpat"/>
            <w:rPr>
              <w:rStyle w:val="slostrnky"/>
            </w:rPr>
          </w:pPr>
        </w:p>
      </w:tc>
      <w:tc>
        <w:tcPr>
          <w:tcW w:w="3458" w:type="dxa"/>
          <w:shd w:val="clear" w:color="auto" w:fill="auto"/>
          <w:tcMar>
            <w:top w:w="57" w:type="dxa"/>
            <w:left w:w="0" w:type="dxa"/>
            <w:right w:w="0" w:type="dxa"/>
          </w:tcMar>
        </w:tcPr>
        <w:p w14:paraId="6F177CAB" w14:textId="77777777" w:rsidR="005C5C36" w:rsidRDefault="005C5C36" w:rsidP="00523EA7">
          <w:pPr>
            <w:pStyle w:val="Zpat"/>
          </w:pPr>
        </w:p>
      </w:tc>
      <w:tc>
        <w:tcPr>
          <w:tcW w:w="5698" w:type="dxa"/>
          <w:shd w:val="clear" w:color="auto" w:fill="auto"/>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28F4C7DB" w:rsidR="005C5C36" w:rsidRPr="00B8518B" w:rsidRDefault="005C5C36" w:rsidP="00FC6389">
          <w:pPr>
            <w:pStyle w:val="Zpat"/>
            <w:rPr>
              <w:rStyle w:val="slostrnky"/>
            </w:rPr>
          </w:pPr>
        </w:p>
      </w:tc>
      <w:tc>
        <w:tcPr>
          <w:tcW w:w="3458" w:type="dxa"/>
          <w:shd w:val="clear" w:color="auto" w:fill="auto"/>
          <w:tcMar>
            <w:left w:w="0" w:type="dxa"/>
            <w:right w:w="0" w:type="dxa"/>
          </w:tcMar>
        </w:tcPr>
        <w:p w14:paraId="245B7908" w14:textId="77777777" w:rsidR="005C5C36" w:rsidRDefault="005C5C36" w:rsidP="00FC6389">
          <w:pPr>
            <w:pStyle w:val="Zpat"/>
          </w:pPr>
        </w:p>
      </w:tc>
      <w:tc>
        <w:tcPr>
          <w:tcW w:w="5756" w:type="dxa"/>
          <w:shd w:val="clear" w:color="auto" w:fill="auto"/>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610FA587" w14:textId="77777777" w:rsidR="005C5C36" w:rsidRDefault="005C5C36" w:rsidP="00FC6389">
          <w:pPr>
            <w:pStyle w:val="Zpat"/>
          </w:pPr>
        </w:p>
      </w:tc>
      <w:tc>
        <w:tcPr>
          <w:tcW w:w="5756" w:type="dxa"/>
          <w:shd w:val="clear" w:color="auto" w:fill="auto"/>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621A16A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AB2462"/>
    <w:multiLevelType w:val="hybridMultilevel"/>
    <w:tmpl w:val="62D85F38"/>
    <w:lvl w:ilvl="0" w:tplc="17B4D7D4">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867282947">
    <w:abstractNumId w:val="3"/>
  </w:num>
  <w:num w:numId="2" w16cid:durableId="318576786">
    <w:abstractNumId w:val="1"/>
  </w:num>
  <w:num w:numId="3" w16cid:durableId="8484070">
    <w:abstractNumId w:val="10"/>
  </w:num>
  <w:num w:numId="4" w16cid:durableId="320084409">
    <w:abstractNumId w:val="2"/>
  </w:num>
  <w:num w:numId="5" w16cid:durableId="1537817799">
    <w:abstractNumId w:val="0"/>
  </w:num>
  <w:num w:numId="6" w16cid:durableId="1255092563">
    <w:abstractNumId w:val="5"/>
  </w:num>
  <w:num w:numId="7" w16cid:durableId="1373964963">
    <w:abstractNumId w:val="8"/>
  </w:num>
  <w:num w:numId="8" w16cid:durableId="1273976404">
    <w:abstractNumId w:val="6"/>
  </w:num>
  <w:num w:numId="9" w16cid:durableId="141236374">
    <w:abstractNumId w:val="12"/>
  </w:num>
  <w:num w:numId="10" w16cid:durableId="99449804">
    <w:abstractNumId w:val="9"/>
  </w:num>
  <w:num w:numId="11" w16cid:durableId="232105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8044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81386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392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5348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2837966">
    <w:abstractNumId w:val="13"/>
  </w:num>
  <w:num w:numId="17" w16cid:durableId="1044283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109209">
    <w:abstractNumId w:val="6"/>
  </w:num>
  <w:num w:numId="19" w16cid:durableId="1680352631">
    <w:abstractNumId w:val="6"/>
  </w:num>
  <w:num w:numId="20" w16cid:durableId="125204185">
    <w:abstractNumId w:val="6"/>
  </w:num>
  <w:num w:numId="21" w16cid:durableId="2106807321">
    <w:abstractNumId w:val="6"/>
  </w:num>
  <w:num w:numId="22" w16cid:durableId="2090881132">
    <w:abstractNumId w:val="6"/>
  </w:num>
  <w:num w:numId="23" w16cid:durableId="1587499140">
    <w:abstractNumId w:val="6"/>
  </w:num>
  <w:num w:numId="24" w16cid:durableId="1618291926">
    <w:abstractNumId w:val="6"/>
  </w:num>
  <w:num w:numId="25" w16cid:durableId="286932204">
    <w:abstractNumId w:val="0"/>
  </w:num>
  <w:num w:numId="26" w16cid:durableId="2051109811">
    <w:abstractNumId w:val="6"/>
  </w:num>
  <w:num w:numId="27" w16cid:durableId="645430039">
    <w:abstractNumId w:val="0"/>
  </w:num>
  <w:num w:numId="28" w16cid:durableId="151604401">
    <w:abstractNumId w:val="0"/>
  </w:num>
  <w:num w:numId="29" w16cid:durableId="1211454808">
    <w:abstractNumId w:val="6"/>
  </w:num>
  <w:num w:numId="30" w16cid:durableId="2088182966">
    <w:abstractNumId w:val="0"/>
  </w:num>
  <w:num w:numId="31" w16cid:durableId="1270312776">
    <w:abstractNumId w:val="0"/>
  </w:num>
  <w:num w:numId="32" w16cid:durableId="138614005">
    <w:abstractNumId w:val="6"/>
  </w:num>
  <w:num w:numId="33" w16cid:durableId="1891191707">
    <w:abstractNumId w:val="11"/>
  </w:num>
  <w:num w:numId="34" w16cid:durableId="1425881875">
    <w:abstractNumId w:val="4"/>
  </w:num>
  <w:num w:numId="35" w16cid:durableId="1706759840">
    <w:abstractNumId w:val="6"/>
  </w:num>
  <w:num w:numId="36" w16cid:durableId="290089190">
    <w:abstractNumId w:val="7"/>
  </w:num>
  <w:num w:numId="37" w16cid:durableId="934287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9762619">
    <w:abstractNumId w:val="0"/>
  </w:num>
  <w:num w:numId="39" w16cid:durableId="155084748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4413"/>
    <w:rsid w:val="000065B0"/>
    <w:rsid w:val="00013E8B"/>
    <w:rsid w:val="00014F18"/>
    <w:rsid w:val="000174E8"/>
    <w:rsid w:val="00017F3C"/>
    <w:rsid w:val="000209D2"/>
    <w:rsid w:val="0002106D"/>
    <w:rsid w:val="00024E83"/>
    <w:rsid w:val="00025C3A"/>
    <w:rsid w:val="000279AA"/>
    <w:rsid w:val="00027D25"/>
    <w:rsid w:val="000316E5"/>
    <w:rsid w:val="000338E9"/>
    <w:rsid w:val="00041EC8"/>
    <w:rsid w:val="00042BE8"/>
    <w:rsid w:val="00042D20"/>
    <w:rsid w:val="00044177"/>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95555"/>
    <w:rsid w:val="000A1AE3"/>
    <w:rsid w:val="000B0AF3"/>
    <w:rsid w:val="000B1DA3"/>
    <w:rsid w:val="000B3202"/>
    <w:rsid w:val="000B4EB8"/>
    <w:rsid w:val="000C117A"/>
    <w:rsid w:val="000C40EA"/>
    <w:rsid w:val="000C416C"/>
    <w:rsid w:val="000C41F2"/>
    <w:rsid w:val="000C52C1"/>
    <w:rsid w:val="000D22C4"/>
    <w:rsid w:val="000D27D1"/>
    <w:rsid w:val="000D2D30"/>
    <w:rsid w:val="000D4591"/>
    <w:rsid w:val="000D5E72"/>
    <w:rsid w:val="000D7BD7"/>
    <w:rsid w:val="000E0CF4"/>
    <w:rsid w:val="000E1A7F"/>
    <w:rsid w:val="000E4258"/>
    <w:rsid w:val="000E505F"/>
    <w:rsid w:val="000E76B9"/>
    <w:rsid w:val="000F4610"/>
    <w:rsid w:val="001035E0"/>
    <w:rsid w:val="00106A0E"/>
    <w:rsid w:val="00106E02"/>
    <w:rsid w:val="00112864"/>
    <w:rsid w:val="00114472"/>
    <w:rsid w:val="00114988"/>
    <w:rsid w:val="00115069"/>
    <w:rsid w:val="001150C1"/>
    <w:rsid w:val="001150F2"/>
    <w:rsid w:val="0011623A"/>
    <w:rsid w:val="00117830"/>
    <w:rsid w:val="00120AA2"/>
    <w:rsid w:val="00130B3A"/>
    <w:rsid w:val="00130DE1"/>
    <w:rsid w:val="00134B7E"/>
    <w:rsid w:val="00137126"/>
    <w:rsid w:val="00141099"/>
    <w:rsid w:val="00145DC6"/>
    <w:rsid w:val="00146BCB"/>
    <w:rsid w:val="0014725F"/>
    <w:rsid w:val="001521B8"/>
    <w:rsid w:val="001525E8"/>
    <w:rsid w:val="00155F2C"/>
    <w:rsid w:val="0016034A"/>
    <w:rsid w:val="001656A2"/>
    <w:rsid w:val="001661AC"/>
    <w:rsid w:val="00170EC5"/>
    <w:rsid w:val="00172FD6"/>
    <w:rsid w:val="00173F2B"/>
    <w:rsid w:val="001747C1"/>
    <w:rsid w:val="001774BE"/>
    <w:rsid w:val="00177D6B"/>
    <w:rsid w:val="00182D71"/>
    <w:rsid w:val="00183CA0"/>
    <w:rsid w:val="00191BF7"/>
    <w:rsid w:val="00191F90"/>
    <w:rsid w:val="001923E5"/>
    <w:rsid w:val="001935F1"/>
    <w:rsid w:val="00193D8F"/>
    <w:rsid w:val="001950C2"/>
    <w:rsid w:val="001960D3"/>
    <w:rsid w:val="001A3057"/>
    <w:rsid w:val="001B1256"/>
    <w:rsid w:val="001B23A1"/>
    <w:rsid w:val="001B2EB8"/>
    <w:rsid w:val="001B4E74"/>
    <w:rsid w:val="001C1A2E"/>
    <w:rsid w:val="001C4FFB"/>
    <w:rsid w:val="001C645F"/>
    <w:rsid w:val="001D1F05"/>
    <w:rsid w:val="001D3BC5"/>
    <w:rsid w:val="001D5A3F"/>
    <w:rsid w:val="001E14BB"/>
    <w:rsid w:val="001E651D"/>
    <w:rsid w:val="001E678E"/>
    <w:rsid w:val="001F15AF"/>
    <w:rsid w:val="001F2582"/>
    <w:rsid w:val="001F343C"/>
    <w:rsid w:val="001F7BC8"/>
    <w:rsid w:val="00201519"/>
    <w:rsid w:val="002040E2"/>
    <w:rsid w:val="00204D8D"/>
    <w:rsid w:val="00205935"/>
    <w:rsid w:val="00205FE7"/>
    <w:rsid w:val="002061CB"/>
    <w:rsid w:val="002071BB"/>
    <w:rsid w:val="00207DF5"/>
    <w:rsid w:val="002173B0"/>
    <w:rsid w:val="0022052B"/>
    <w:rsid w:val="00222A1A"/>
    <w:rsid w:val="00227FF4"/>
    <w:rsid w:val="00233A53"/>
    <w:rsid w:val="00240B81"/>
    <w:rsid w:val="00245EAB"/>
    <w:rsid w:val="00247D01"/>
    <w:rsid w:val="0025030F"/>
    <w:rsid w:val="00253BD8"/>
    <w:rsid w:val="00255A03"/>
    <w:rsid w:val="00261A5B"/>
    <w:rsid w:val="00262E5B"/>
    <w:rsid w:val="0026385B"/>
    <w:rsid w:val="00272F7E"/>
    <w:rsid w:val="00273C6E"/>
    <w:rsid w:val="00274304"/>
    <w:rsid w:val="00276AFE"/>
    <w:rsid w:val="002777C2"/>
    <w:rsid w:val="002809B1"/>
    <w:rsid w:val="002841D4"/>
    <w:rsid w:val="00286775"/>
    <w:rsid w:val="00291B48"/>
    <w:rsid w:val="002924B8"/>
    <w:rsid w:val="00294655"/>
    <w:rsid w:val="00295224"/>
    <w:rsid w:val="002A016D"/>
    <w:rsid w:val="002A3B57"/>
    <w:rsid w:val="002A7DB9"/>
    <w:rsid w:val="002B267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1C58"/>
    <w:rsid w:val="002F3979"/>
    <w:rsid w:val="002F4333"/>
    <w:rsid w:val="003034A7"/>
    <w:rsid w:val="00304C5B"/>
    <w:rsid w:val="00307641"/>
    <w:rsid w:val="00311CF4"/>
    <w:rsid w:val="00311F11"/>
    <w:rsid w:val="00322B2D"/>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62374"/>
    <w:rsid w:val="003717A3"/>
    <w:rsid w:val="0037513C"/>
    <w:rsid w:val="0037545D"/>
    <w:rsid w:val="00384E70"/>
    <w:rsid w:val="00386196"/>
    <w:rsid w:val="00386FF1"/>
    <w:rsid w:val="00387B1A"/>
    <w:rsid w:val="003922F9"/>
    <w:rsid w:val="00392EB6"/>
    <w:rsid w:val="00394D03"/>
    <w:rsid w:val="003956C6"/>
    <w:rsid w:val="00395F0F"/>
    <w:rsid w:val="003A29AE"/>
    <w:rsid w:val="003A3F9D"/>
    <w:rsid w:val="003A4513"/>
    <w:rsid w:val="003A5CA8"/>
    <w:rsid w:val="003A60DE"/>
    <w:rsid w:val="003B6E1D"/>
    <w:rsid w:val="003B7962"/>
    <w:rsid w:val="003B7B64"/>
    <w:rsid w:val="003C0543"/>
    <w:rsid w:val="003C33F2"/>
    <w:rsid w:val="003C7172"/>
    <w:rsid w:val="003D03A4"/>
    <w:rsid w:val="003D3531"/>
    <w:rsid w:val="003D6CB4"/>
    <w:rsid w:val="003D756E"/>
    <w:rsid w:val="003E131F"/>
    <w:rsid w:val="003E3CE3"/>
    <w:rsid w:val="003E420D"/>
    <w:rsid w:val="003E468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B1D"/>
    <w:rsid w:val="00435F0D"/>
    <w:rsid w:val="0043745C"/>
    <w:rsid w:val="00440F02"/>
    <w:rsid w:val="0044101C"/>
    <w:rsid w:val="00450F07"/>
    <w:rsid w:val="00452F69"/>
    <w:rsid w:val="00453CD3"/>
    <w:rsid w:val="00453F66"/>
    <w:rsid w:val="00454716"/>
    <w:rsid w:val="00454BB9"/>
    <w:rsid w:val="004602A4"/>
    <w:rsid w:val="00460660"/>
    <w:rsid w:val="00462F98"/>
    <w:rsid w:val="00464BA9"/>
    <w:rsid w:val="00466D6F"/>
    <w:rsid w:val="00467249"/>
    <w:rsid w:val="0047022E"/>
    <w:rsid w:val="00470A81"/>
    <w:rsid w:val="00473D40"/>
    <w:rsid w:val="00474F4D"/>
    <w:rsid w:val="00475F97"/>
    <w:rsid w:val="00482F9F"/>
    <w:rsid w:val="00483969"/>
    <w:rsid w:val="00486107"/>
    <w:rsid w:val="00486266"/>
    <w:rsid w:val="00490C7A"/>
    <w:rsid w:val="00491827"/>
    <w:rsid w:val="004A557C"/>
    <w:rsid w:val="004A5BEA"/>
    <w:rsid w:val="004B2862"/>
    <w:rsid w:val="004B34E9"/>
    <w:rsid w:val="004B7AD6"/>
    <w:rsid w:val="004C0806"/>
    <w:rsid w:val="004C1217"/>
    <w:rsid w:val="004C29B1"/>
    <w:rsid w:val="004C4399"/>
    <w:rsid w:val="004C787C"/>
    <w:rsid w:val="004D5978"/>
    <w:rsid w:val="004D7241"/>
    <w:rsid w:val="004E14CA"/>
    <w:rsid w:val="004E1A5F"/>
    <w:rsid w:val="004E387D"/>
    <w:rsid w:val="004E7A1F"/>
    <w:rsid w:val="004F1D17"/>
    <w:rsid w:val="004F3781"/>
    <w:rsid w:val="004F4597"/>
    <w:rsid w:val="004F4B9B"/>
    <w:rsid w:val="00501B32"/>
    <w:rsid w:val="005039C0"/>
    <w:rsid w:val="00504893"/>
    <w:rsid w:val="0050666E"/>
    <w:rsid w:val="00511AB9"/>
    <w:rsid w:val="00512FE4"/>
    <w:rsid w:val="00517BBB"/>
    <w:rsid w:val="005210B3"/>
    <w:rsid w:val="0052287C"/>
    <w:rsid w:val="00523BB5"/>
    <w:rsid w:val="00523EA7"/>
    <w:rsid w:val="00524E33"/>
    <w:rsid w:val="00533DE1"/>
    <w:rsid w:val="00535B95"/>
    <w:rsid w:val="005400F7"/>
    <w:rsid w:val="005406EB"/>
    <w:rsid w:val="00540C01"/>
    <w:rsid w:val="0054256F"/>
    <w:rsid w:val="005434A6"/>
    <w:rsid w:val="00543E03"/>
    <w:rsid w:val="00544210"/>
    <w:rsid w:val="005456E3"/>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3E1C"/>
    <w:rsid w:val="005A6EFE"/>
    <w:rsid w:val="005A7AC9"/>
    <w:rsid w:val="005B04AA"/>
    <w:rsid w:val="005B1B2D"/>
    <w:rsid w:val="005B299F"/>
    <w:rsid w:val="005B498B"/>
    <w:rsid w:val="005C1BA1"/>
    <w:rsid w:val="005C39E7"/>
    <w:rsid w:val="005C5C36"/>
    <w:rsid w:val="005D3B60"/>
    <w:rsid w:val="005D3C39"/>
    <w:rsid w:val="005E1947"/>
    <w:rsid w:val="005E212A"/>
    <w:rsid w:val="005E3E3E"/>
    <w:rsid w:val="005E475B"/>
    <w:rsid w:val="005E5291"/>
    <w:rsid w:val="005E6219"/>
    <w:rsid w:val="005F1475"/>
    <w:rsid w:val="005F3082"/>
    <w:rsid w:val="005F389F"/>
    <w:rsid w:val="005F5E79"/>
    <w:rsid w:val="005F6EAF"/>
    <w:rsid w:val="0060115D"/>
    <w:rsid w:val="00601A8C"/>
    <w:rsid w:val="0061068E"/>
    <w:rsid w:val="006115D3"/>
    <w:rsid w:val="006116D8"/>
    <w:rsid w:val="00615C02"/>
    <w:rsid w:val="00617724"/>
    <w:rsid w:val="00620150"/>
    <w:rsid w:val="00620C7D"/>
    <w:rsid w:val="006221ED"/>
    <w:rsid w:val="00630814"/>
    <w:rsid w:val="0063086A"/>
    <w:rsid w:val="00635975"/>
    <w:rsid w:val="00636C6C"/>
    <w:rsid w:val="00640325"/>
    <w:rsid w:val="00640B30"/>
    <w:rsid w:val="00643FB4"/>
    <w:rsid w:val="006442D9"/>
    <w:rsid w:val="00655976"/>
    <w:rsid w:val="0065610E"/>
    <w:rsid w:val="00656B4A"/>
    <w:rsid w:val="00660AD3"/>
    <w:rsid w:val="00661B5D"/>
    <w:rsid w:val="00664488"/>
    <w:rsid w:val="0066471D"/>
    <w:rsid w:val="006700F0"/>
    <w:rsid w:val="00673F02"/>
    <w:rsid w:val="00675D03"/>
    <w:rsid w:val="00676009"/>
    <w:rsid w:val="006776B6"/>
    <w:rsid w:val="0068056F"/>
    <w:rsid w:val="00684424"/>
    <w:rsid w:val="006917D2"/>
    <w:rsid w:val="00693150"/>
    <w:rsid w:val="006939A3"/>
    <w:rsid w:val="00697723"/>
    <w:rsid w:val="006A478D"/>
    <w:rsid w:val="006A4818"/>
    <w:rsid w:val="006A500E"/>
    <w:rsid w:val="006A512F"/>
    <w:rsid w:val="006A5570"/>
    <w:rsid w:val="006A689C"/>
    <w:rsid w:val="006B0249"/>
    <w:rsid w:val="006B3D79"/>
    <w:rsid w:val="006B6FE4"/>
    <w:rsid w:val="006B734E"/>
    <w:rsid w:val="006C1D22"/>
    <w:rsid w:val="006C2343"/>
    <w:rsid w:val="006C2F66"/>
    <w:rsid w:val="006C442A"/>
    <w:rsid w:val="006C4639"/>
    <w:rsid w:val="006C4D31"/>
    <w:rsid w:val="006C4E95"/>
    <w:rsid w:val="006C6A8B"/>
    <w:rsid w:val="006D45C5"/>
    <w:rsid w:val="006E0578"/>
    <w:rsid w:val="006E314D"/>
    <w:rsid w:val="006E68F7"/>
    <w:rsid w:val="006F525C"/>
    <w:rsid w:val="006F6B09"/>
    <w:rsid w:val="0070255F"/>
    <w:rsid w:val="007038DC"/>
    <w:rsid w:val="00704796"/>
    <w:rsid w:val="00706F4C"/>
    <w:rsid w:val="0070752A"/>
    <w:rsid w:val="00710723"/>
    <w:rsid w:val="007134F3"/>
    <w:rsid w:val="00715D5A"/>
    <w:rsid w:val="00723ED1"/>
    <w:rsid w:val="00724F50"/>
    <w:rsid w:val="00730846"/>
    <w:rsid w:val="00731E75"/>
    <w:rsid w:val="007356BD"/>
    <w:rsid w:val="00740AF5"/>
    <w:rsid w:val="00740ECB"/>
    <w:rsid w:val="007427C1"/>
    <w:rsid w:val="00743525"/>
    <w:rsid w:val="00744B7B"/>
    <w:rsid w:val="00744F6A"/>
    <w:rsid w:val="00745555"/>
    <w:rsid w:val="007458EB"/>
    <w:rsid w:val="007475E2"/>
    <w:rsid w:val="007536A9"/>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6420"/>
    <w:rsid w:val="007D77B1"/>
    <w:rsid w:val="007E2234"/>
    <w:rsid w:val="007E4A6E"/>
    <w:rsid w:val="007E4E62"/>
    <w:rsid w:val="007E78A1"/>
    <w:rsid w:val="007F171F"/>
    <w:rsid w:val="007F3581"/>
    <w:rsid w:val="007F56A7"/>
    <w:rsid w:val="00800773"/>
    <w:rsid w:val="00800851"/>
    <w:rsid w:val="00805ECA"/>
    <w:rsid w:val="00805EFF"/>
    <w:rsid w:val="00807DD0"/>
    <w:rsid w:val="00812E0E"/>
    <w:rsid w:val="008139D2"/>
    <w:rsid w:val="008211BB"/>
    <w:rsid w:val="00821D01"/>
    <w:rsid w:val="00822B88"/>
    <w:rsid w:val="00824D1D"/>
    <w:rsid w:val="00826B7B"/>
    <w:rsid w:val="00831A25"/>
    <w:rsid w:val="00831DE9"/>
    <w:rsid w:val="008330B7"/>
    <w:rsid w:val="00833899"/>
    <w:rsid w:val="00845C50"/>
    <w:rsid w:val="00846789"/>
    <w:rsid w:val="00860442"/>
    <w:rsid w:val="008708E9"/>
    <w:rsid w:val="00872044"/>
    <w:rsid w:val="008766AF"/>
    <w:rsid w:val="00876D73"/>
    <w:rsid w:val="00882376"/>
    <w:rsid w:val="00884EFD"/>
    <w:rsid w:val="00885021"/>
    <w:rsid w:val="00887F36"/>
    <w:rsid w:val="0089022A"/>
    <w:rsid w:val="008926F4"/>
    <w:rsid w:val="00896840"/>
    <w:rsid w:val="008A3568"/>
    <w:rsid w:val="008B0325"/>
    <w:rsid w:val="008B0F9C"/>
    <w:rsid w:val="008B2021"/>
    <w:rsid w:val="008B3EBB"/>
    <w:rsid w:val="008C0335"/>
    <w:rsid w:val="008C10D1"/>
    <w:rsid w:val="008C2654"/>
    <w:rsid w:val="008C3F62"/>
    <w:rsid w:val="008C50F3"/>
    <w:rsid w:val="008C65BC"/>
    <w:rsid w:val="008C7EFE"/>
    <w:rsid w:val="008D03B9"/>
    <w:rsid w:val="008D30C7"/>
    <w:rsid w:val="008D552B"/>
    <w:rsid w:val="008E1138"/>
    <w:rsid w:val="008F1511"/>
    <w:rsid w:val="008F18D6"/>
    <w:rsid w:val="008F192E"/>
    <w:rsid w:val="008F2C9B"/>
    <w:rsid w:val="008F37A3"/>
    <w:rsid w:val="008F5136"/>
    <w:rsid w:val="008F797B"/>
    <w:rsid w:val="00902B5E"/>
    <w:rsid w:val="00904780"/>
    <w:rsid w:val="0090635B"/>
    <w:rsid w:val="00915121"/>
    <w:rsid w:val="00920DEB"/>
    <w:rsid w:val="00922385"/>
    <w:rsid w:val="009223DF"/>
    <w:rsid w:val="00923507"/>
    <w:rsid w:val="00924FBA"/>
    <w:rsid w:val="0092607D"/>
    <w:rsid w:val="009263B2"/>
    <w:rsid w:val="00926840"/>
    <w:rsid w:val="00930B79"/>
    <w:rsid w:val="00936091"/>
    <w:rsid w:val="00937DC9"/>
    <w:rsid w:val="00940032"/>
    <w:rsid w:val="00940D8A"/>
    <w:rsid w:val="009442D1"/>
    <w:rsid w:val="00945727"/>
    <w:rsid w:val="00952152"/>
    <w:rsid w:val="00952FDC"/>
    <w:rsid w:val="00962108"/>
    <w:rsid w:val="00962258"/>
    <w:rsid w:val="00964860"/>
    <w:rsid w:val="009678B7"/>
    <w:rsid w:val="0097039F"/>
    <w:rsid w:val="00984FC7"/>
    <w:rsid w:val="00986140"/>
    <w:rsid w:val="00987CF4"/>
    <w:rsid w:val="00992D9C"/>
    <w:rsid w:val="00996C3B"/>
    <w:rsid w:val="00996CB8"/>
    <w:rsid w:val="009A4CBE"/>
    <w:rsid w:val="009A6377"/>
    <w:rsid w:val="009A7C99"/>
    <w:rsid w:val="009B2E97"/>
    <w:rsid w:val="009B30F6"/>
    <w:rsid w:val="009B4F85"/>
    <w:rsid w:val="009B5146"/>
    <w:rsid w:val="009C0F4D"/>
    <w:rsid w:val="009C418E"/>
    <w:rsid w:val="009C442C"/>
    <w:rsid w:val="009C4515"/>
    <w:rsid w:val="009D20A1"/>
    <w:rsid w:val="009D26EF"/>
    <w:rsid w:val="009D6DC8"/>
    <w:rsid w:val="009E07F4"/>
    <w:rsid w:val="009E3DE4"/>
    <w:rsid w:val="009E48D8"/>
    <w:rsid w:val="009E73E1"/>
    <w:rsid w:val="009F309B"/>
    <w:rsid w:val="009F392E"/>
    <w:rsid w:val="009F3EDA"/>
    <w:rsid w:val="009F53C5"/>
    <w:rsid w:val="00A0598E"/>
    <w:rsid w:val="00A0740E"/>
    <w:rsid w:val="00A14E57"/>
    <w:rsid w:val="00A17F4C"/>
    <w:rsid w:val="00A24F5F"/>
    <w:rsid w:val="00A25EE7"/>
    <w:rsid w:val="00A27763"/>
    <w:rsid w:val="00A306AC"/>
    <w:rsid w:val="00A35FA2"/>
    <w:rsid w:val="00A4050F"/>
    <w:rsid w:val="00A44D82"/>
    <w:rsid w:val="00A451A6"/>
    <w:rsid w:val="00A4534A"/>
    <w:rsid w:val="00A50641"/>
    <w:rsid w:val="00A52606"/>
    <w:rsid w:val="00A530BF"/>
    <w:rsid w:val="00A53B5D"/>
    <w:rsid w:val="00A54FB5"/>
    <w:rsid w:val="00A556F2"/>
    <w:rsid w:val="00A6177B"/>
    <w:rsid w:val="00A66136"/>
    <w:rsid w:val="00A71189"/>
    <w:rsid w:val="00A72231"/>
    <w:rsid w:val="00A7364A"/>
    <w:rsid w:val="00A74DCC"/>
    <w:rsid w:val="00A753ED"/>
    <w:rsid w:val="00A77512"/>
    <w:rsid w:val="00A87871"/>
    <w:rsid w:val="00A94C2F"/>
    <w:rsid w:val="00A94CA4"/>
    <w:rsid w:val="00AA0880"/>
    <w:rsid w:val="00AA1C51"/>
    <w:rsid w:val="00AA3E17"/>
    <w:rsid w:val="00AA4CBB"/>
    <w:rsid w:val="00AA65FA"/>
    <w:rsid w:val="00AA6A30"/>
    <w:rsid w:val="00AA7351"/>
    <w:rsid w:val="00AB0C96"/>
    <w:rsid w:val="00AB0CD5"/>
    <w:rsid w:val="00AB1063"/>
    <w:rsid w:val="00AB23AF"/>
    <w:rsid w:val="00AB4CD2"/>
    <w:rsid w:val="00AC2B2C"/>
    <w:rsid w:val="00AC363E"/>
    <w:rsid w:val="00AD056F"/>
    <w:rsid w:val="00AD0C7B"/>
    <w:rsid w:val="00AD1771"/>
    <w:rsid w:val="00AD1786"/>
    <w:rsid w:val="00AD4787"/>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789"/>
    <w:rsid w:val="00B03DA5"/>
    <w:rsid w:val="00B0619F"/>
    <w:rsid w:val="00B12859"/>
    <w:rsid w:val="00B13A26"/>
    <w:rsid w:val="00B14BD2"/>
    <w:rsid w:val="00B15004"/>
    <w:rsid w:val="00B15D0D"/>
    <w:rsid w:val="00B21AEB"/>
    <w:rsid w:val="00B22106"/>
    <w:rsid w:val="00B24D20"/>
    <w:rsid w:val="00B30FC3"/>
    <w:rsid w:val="00B31875"/>
    <w:rsid w:val="00B336E7"/>
    <w:rsid w:val="00B35431"/>
    <w:rsid w:val="00B3686F"/>
    <w:rsid w:val="00B429CF"/>
    <w:rsid w:val="00B5431A"/>
    <w:rsid w:val="00B55AC0"/>
    <w:rsid w:val="00B60046"/>
    <w:rsid w:val="00B61530"/>
    <w:rsid w:val="00B64210"/>
    <w:rsid w:val="00B645BC"/>
    <w:rsid w:val="00B67E8D"/>
    <w:rsid w:val="00B70267"/>
    <w:rsid w:val="00B73AD5"/>
    <w:rsid w:val="00B75EE1"/>
    <w:rsid w:val="00B773E0"/>
    <w:rsid w:val="00B77481"/>
    <w:rsid w:val="00B77990"/>
    <w:rsid w:val="00B77C6D"/>
    <w:rsid w:val="00B800F6"/>
    <w:rsid w:val="00B8042E"/>
    <w:rsid w:val="00B80E53"/>
    <w:rsid w:val="00B818CE"/>
    <w:rsid w:val="00B8322B"/>
    <w:rsid w:val="00B83EC8"/>
    <w:rsid w:val="00B84244"/>
    <w:rsid w:val="00B8518B"/>
    <w:rsid w:val="00B903A1"/>
    <w:rsid w:val="00B903F4"/>
    <w:rsid w:val="00B92CC6"/>
    <w:rsid w:val="00B97CC3"/>
    <w:rsid w:val="00BA50F9"/>
    <w:rsid w:val="00BA60BB"/>
    <w:rsid w:val="00BA795D"/>
    <w:rsid w:val="00BB258A"/>
    <w:rsid w:val="00BB265D"/>
    <w:rsid w:val="00BB3D0C"/>
    <w:rsid w:val="00BB4AF2"/>
    <w:rsid w:val="00BC06C4"/>
    <w:rsid w:val="00BC663E"/>
    <w:rsid w:val="00BC6686"/>
    <w:rsid w:val="00BC6D2B"/>
    <w:rsid w:val="00BD7E91"/>
    <w:rsid w:val="00BD7F0D"/>
    <w:rsid w:val="00BE49F4"/>
    <w:rsid w:val="00BE51DE"/>
    <w:rsid w:val="00BE6934"/>
    <w:rsid w:val="00BF4B94"/>
    <w:rsid w:val="00BF5868"/>
    <w:rsid w:val="00BF61F3"/>
    <w:rsid w:val="00BF6A1D"/>
    <w:rsid w:val="00BF7F8A"/>
    <w:rsid w:val="00C00CA5"/>
    <w:rsid w:val="00C02D0A"/>
    <w:rsid w:val="00C03643"/>
    <w:rsid w:val="00C03A6E"/>
    <w:rsid w:val="00C05B1E"/>
    <w:rsid w:val="00C103B8"/>
    <w:rsid w:val="00C1120E"/>
    <w:rsid w:val="00C12215"/>
    <w:rsid w:val="00C1309F"/>
    <w:rsid w:val="00C15082"/>
    <w:rsid w:val="00C20475"/>
    <w:rsid w:val="00C226C0"/>
    <w:rsid w:val="00C241FF"/>
    <w:rsid w:val="00C248AC"/>
    <w:rsid w:val="00C33384"/>
    <w:rsid w:val="00C3423C"/>
    <w:rsid w:val="00C4230B"/>
    <w:rsid w:val="00C42FE6"/>
    <w:rsid w:val="00C43FB3"/>
    <w:rsid w:val="00C44F6A"/>
    <w:rsid w:val="00C44FC4"/>
    <w:rsid w:val="00C44FDD"/>
    <w:rsid w:val="00C51007"/>
    <w:rsid w:val="00C56C50"/>
    <w:rsid w:val="00C57268"/>
    <w:rsid w:val="00C6198E"/>
    <w:rsid w:val="00C647F3"/>
    <w:rsid w:val="00C708EA"/>
    <w:rsid w:val="00C70B87"/>
    <w:rsid w:val="00C70C94"/>
    <w:rsid w:val="00C71A05"/>
    <w:rsid w:val="00C7216F"/>
    <w:rsid w:val="00C72E5D"/>
    <w:rsid w:val="00C7394D"/>
    <w:rsid w:val="00C776E5"/>
    <w:rsid w:val="00C778A5"/>
    <w:rsid w:val="00C80AB9"/>
    <w:rsid w:val="00C80BD2"/>
    <w:rsid w:val="00C95162"/>
    <w:rsid w:val="00CA0AA1"/>
    <w:rsid w:val="00CA4539"/>
    <w:rsid w:val="00CB0D9F"/>
    <w:rsid w:val="00CB3151"/>
    <w:rsid w:val="00CB6A37"/>
    <w:rsid w:val="00CB713F"/>
    <w:rsid w:val="00CB722F"/>
    <w:rsid w:val="00CB7684"/>
    <w:rsid w:val="00CC09E8"/>
    <w:rsid w:val="00CC4380"/>
    <w:rsid w:val="00CC5FE9"/>
    <w:rsid w:val="00CC6772"/>
    <w:rsid w:val="00CC7C8F"/>
    <w:rsid w:val="00CD1FC4"/>
    <w:rsid w:val="00CE4D88"/>
    <w:rsid w:val="00CE5E1A"/>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3EF"/>
    <w:rsid w:val="00D436B8"/>
    <w:rsid w:val="00D4399E"/>
    <w:rsid w:val="00D55105"/>
    <w:rsid w:val="00D57BFB"/>
    <w:rsid w:val="00D6163D"/>
    <w:rsid w:val="00D6259C"/>
    <w:rsid w:val="00D63CD5"/>
    <w:rsid w:val="00D6469A"/>
    <w:rsid w:val="00D70787"/>
    <w:rsid w:val="00D70AC6"/>
    <w:rsid w:val="00D831A3"/>
    <w:rsid w:val="00D83C81"/>
    <w:rsid w:val="00D840C4"/>
    <w:rsid w:val="00D91D91"/>
    <w:rsid w:val="00D97BE3"/>
    <w:rsid w:val="00DA28BA"/>
    <w:rsid w:val="00DA3711"/>
    <w:rsid w:val="00DA4C71"/>
    <w:rsid w:val="00DB1B69"/>
    <w:rsid w:val="00DB29A8"/>
    <w:rsid w:val="00DB619A"/>
    <w:rsid w:val="00DC6908"/>
    <w:rsid w:val="00DC7C3C"/>
    <w:rsid w:val="00DD02C7"/>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0A76"/>
    <w:rsid w:val="00E01EA1"/>
    <w:rsid w:val="00E10866"/>
    <w:rsid w:val="00E12139"/>
    <w:rsid w:val="00E15F80"/>
    <w:rsid w:val="00E16FF7"/>
    <w:rsid w:val="00E2240E"/>
    <w:rsid w:val="00E22C30"/>
    <w:rsid w:val="00E24AF0"/>
    <w:rsid w:val="00E25A59"/>
    <w:rsid w:val="00E25CF1"/>
    <w:rsid w:val="00E26D68"/>
    <w:rsid w:val="00E270A3"/>
    <w:rsid w:val="00E2714C"/>
    <w:rsid w:val="00E35F72"/>
    <w:rsid w:val="00E4057B"/>
    <w:rsid w:val="00E437B0"/>
    <w:rsid w:val="00E44045"/>
    <w:rsid w:val="00E50090"/>
    <w:rsid w:val="00E50F3E"/>
    <w:rsid w:val="00E60773"/>
    <w:rsid w:val="00E618C4"/>
    <w:rsid w:val="00E716AE"/>
    <w:rsid w:val="00E7218A"/>
    <w:rsid w:val="00E72CCA"/>
    <w:rsid w:val="00E7314B"/>
    <w:rsid w:val="00E73F16"/>
    <w:rsid w:val="00E7428D"/>
    <w:rsid w:val="00E878EE"/>
    <w:rsid w:val="00E87EFC"/>
    <w:rsid w:val="00E94822"/>
    <w:rsid w:val="00EA2952"/>
    <w:rsid w:val="00EA2B24"/>
    <w:rsid w:val="00EA6796"/>
    <w:rsid w:val="00EA6EC7"/>
    <w:rsid w:val="00EB0647"/>
    <w:rsid w:val="00EB0B27"/>
    <w:rsid w:val="00EB104F"/>
    <w:rsid w:val="00EB2A5D"/>
    <w:rsid w:val="00EB46E5"/>
    <w:rsid w:val="00EB56BA"/>
    <w:rsid w:val="00EB5D4D"/>
    <w:rsid w:val="00EC10AE"/>
    <w:rsid w:val="00EC11A9"/>
    <w:rsid w:val="00EC4507"/>
    <w:rsid w:val="00ED0660"/>
    <w:rsid w:val="00ED0703"/>
    <w:rsid w:val="00ED14BD"/>
    <w:rsid w:val="00ED6360"/>
    <w:rsid w:val="00EE2244"/>
    <w:rsid w:val="00EE3C5F"/>
    <w:rsid w:val="00EE55E4"/>
    <w:rsid w:val="00EE7882"/>
    <w:rsid w:val="00EF011E"/>
    <w:rsid w:val="00EF6820"/>
    <w:rsid w:val="00F016C7"/>
    <w:rsid w:val="00F12DEC"/>
    <w:rsid w:val="00F12ED8"/>
    <w:rsid w:val="00F14776"/>
    <w:rsid w:val="00F15F5E"/>
    <w:rsid w:val="00F1715C"/>
    <w:rsid w:val="00F17E8A"/>
    <w:rsid w:val="00F20A23"/>
    <w:rsid w:val="00F23662"/>
    <w:rsid w:val="00F24C5D"/>
    <w:rsid w:val="00F30A95"/>
    <w:rsid w:val="00F310F8"/>
    <w:rsid w:val="00F3330D"/>
    <w:rsid w:val="00F35939"/>
    <w:rsid w:val="00F3767D"/>
    <w:rsid w:val="00F4082C"/>
    <w:rsid w:val="00F45607"/>
    <w:rsid w:val="00F46000"/>
    <w:rsid w:val="00F4722B"/>
    <w:rsid w:val="00F50EFF"/>
    <w:rsid w:val="00F54432"/>
    <w:rsid w:val="00F569C6"/>
    <w:rsid w:val="00F5710D"/>
    <w:rsid w:val="00F57C59"/>
    <w:rsid w:val="00F612DA"/>
    <w:rsid w:val="00F6533D"/>
    <w:rsid w:val="00F659EB"/>
    <w:rsid w:val="00F67420"/>
    <w:rsid w:val="00F840AB"/>
    <w:rsid w:val="00F86168"/>
    <w:rsid w:val="00F864FB"/>
    <w:rsid w:val="00F86BA6"/>
    <w:rsid w:val="00F93E20"/>
    <w:rsid w:val="00FA2022"/>
    <w:rsid w:val="00FA2C49"/>
    <w:rsid w:val="00FA669D"/>
    <w:rsid w:val="00FB6342"/>
    <w:rsid w:val="00FC1F7B"/>
    <w:rsid w:val="00FC4FA1"/>
    <w:rsid w:val="00FC5A86"/>
    <w:rsid w:val="00FC6389"/>
    <w:rsid w:val="00FC668F"/>
    <w:rsid w:val="00FD4163"/>
    <w:rsid w:val="00FE28E1"/>
    <w:rsid w:val="00FE38BA"/>
    <w:rsid w:val="00FE4333"/>
    <w:rsid w:val="00FE4A0B"/>
    <w:rsid w:val="00FE6AEC"/>
    <w:rsid w:val="00FF122F"/>
    <w:rsid w:val="00FF1675"/>
    <w:rsid w:val="00FF2A62"/>
    <w:rsid w:val="00FF2B65"/>
    <w:rsid w:val="00FF71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Odrka1-4">
    <w:name w:val="_Odrážka_1-4_•"/>
    <w:basedOn w:val="Odrka1-1"/>
    <w:qFormat/>
    <w:rsid w:val="00C03643"/>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03643"/>
    <w:pPr>
      <w:tabs>
        <w:tab w:val="clear" w:pos="2041"/>
        <w:tab w:val="num" w:pos="2325"/>
      </w:tabs>
      <w:spacing w:after="40"/>
      <w:ind w:left="2325" w:hanging="284"/>
    </w:pPr>
  </w:style>
  <w:style w:type="paragraph" w:customStyle="1" w:styleId="Odstavec1-4a">
    <w:name w:val="_Odstavec_1-4_(a)"/>
    <w:basedOn w:val="Odstavec1-1a"/>
    <w:qFormat/>
    <w:rsid w:val="00C03643"/>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C03643"/>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2.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013EB33-6805-4C51-B651-F9A9338C5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1D97071-3641-421E-BC62-260CF75419A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61</TotalTime>
  <Pages>1</Pages>
  <Words>18897</Words>
  <Characters>111498</Characters>
  <Application>Microsoft Office Word</Application>
  <DocSecurity>0</DocSecurity>
  <Lines>929</Lines>
  <Paragraphs>260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5</cp:revision>
  <cp:lastPrinted>2025-07-15T08:10:00Z</cp:lastPrinted>
  <dcterms:created xsi:type="dcterms:W3CDTF">2025-07-15T08:08:00Z</dcterms:created>
  <dcterms:modified xsi:type="dcterms:W3CDTF">2025-07-15T10:22:00Z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